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EF40FB" w14:textId="38A92D01" w:rsidR="002C3FBB" w:rsidRPr="0033784C" w:rsidRDefault="00D35331" w:rsidP="002C3FBB">
      <w:pPr>
        <w:rPr>
          <w:rFonts w:ascii="Dubai" w:hAnsi="Dubai" w:cs="Dubai"/>
          <w:lang w:bidi="ar-AE"/>
        </w:rPr>
      </w:pPr>
      <w:r>
        <w:rPr>
          <w:rFonts w:ascii="Dubai" w:hAnsi="Dubai" w:cs="Dubai"/>
          <w:lang w:bidi="ar-AE"/>
        </w:rPr>
        <w:t>c</w:t>
      </w:r>
    </w:p>
    <w:p w14:paraId="2D9CAD22" w14:textId="77777777" w:rsidR="002C3FBB" w:rsidRPr="0033784C" w:rsidRDefault="002C3FBB" w:rsidP="002C3FBB">
      <w:pPr>
        <w:rPr>
          <w:rFonts w:ascii="Dubai" w:hAnsi="Dubai" w:cs="Dubai"/>
        </w:rPr>
      </w:pPr>
    </w:p>
    <w:p w14:paraId="6EAAC3EC" w14:textId="77777777" w:rsidR="00324D53" w:rsidRPr="0033784C" w:rsidRDefault="00324D53" w:rsidP="0064606C">
      <w:pPr>
        <w:rPr>
          <w:rFonts w:ascii="Dubai" w:hAnsi="Dubai" w:cs="Dubai"/>
        </w:rPr>
      </w:pPr>
    </w:p>
    <w:p w14:paraId="282B1505" w14:textId="77777777" w:rsidR="00324D53" w:rsidRPr="0033784C" w:rsidRDefault="00324D53" w:rsidP="0064606C">
      <w:pPr>
        <w:rPr>
          <w:rFonts w:ascii="Dubai" w:hAnsi="Dubai" w:cs="Dubai"/>
        </w:rPr>
      </w:pPr>
    </w:p>
    <w:p w14:paraId="17D22408" w14:textId="77777777" w:rsidR="000E435D" w:rsidRPr="0033784C" w:rsidRDefault="000E435D" w:rsidP="00FB6609">
      <w:pPr>
        <w:pStyle w:val="DeGBullet2"/>
        <w:numPr>
          <w:ilvl w:val="0"/>
          <w:numId w:val="0"/>
        </w:numPr>
        <w:ind w:left="851"/>
        <w:rPr>
          <w:rFonts w:ascii="Dubai" w:hAnsi="Dubai" w:cs="Dubai"/>
        </w:rPr>
      </w:pPr>
    </w:p>
    <w:p w14:paraId="73BCF7C2" w14:textId="77777777" w:rsidR="000E435D" w:rsidRPr="0033784C" w:rsidRDefault="000E435D">
      <w:pPr>
        <w:rPr>
          <w:rFonts w:ascii="Dubai" w:hAnsi="Dubai" w:cs="Dubai"/>
        </w:rPr>
      </w:pPr>
    </w:p>
    <w:p w14:paraId="3379B7CD" w14:textId="77777777" w:rsidR="000556A2" w:rsidRPr="0033784C" w:rsidRDefault="000556A2" w:rsidP="004527D4">
      <w:pPr>
        <w:pStyle w:val="Title-Major"/>
        <w:ind w:left="0"/>
        <w:rPr>
          <w:rFonts w:ascii="Dubai" w:hAnsi="Dubai" w:cs="Dubai"/>
          <w:b/>
          <w:bCs/>
          <w:smallCaps w:val="0"/>
        </w:rPr>
      </w:pPr>
    </w:p>
    <w:p w14:paraId="2B6BEEE9" w14:textId="77777777" w:rsidR="001F23E0" w:rsidRPr="0033784C" w:rsidRDefault="001F23E0" w:rsidP="00324D53">
      <w:pPr>
        <w:pStyle w:val="Title-Major"/>
        <w:ind w:left="0"/>
        <w:rPr>
          <w:rFonts w:ascii="Dubai" w:hAnsi="Dubai" w:cs="Dubai"/>
          <w:b/>
          <w:bCs/>
          <w:i/>
          <w:iCs/>
          <w:smallCaps w:val="0"/>
          <w:color w:val="0F243E" w:themeColor="text2" w:themeShade="80"/>
          <w:sz w:val="44"/>
          <w:szCs w:val="44"/>
          <w:u w:val="single"/>
        </w:rPr>
      </w:pPr>
    </w:p>
    <w:p w14:paraId="646BADC7" w14:textId="228D97DE" w:rsidR="00D81267" w:rsidRPr="008D5AB3" w:rsidRDefault="007E4E0A" w:rsidP="00D24E19">
      <w:pPr>
        <w:pStyle w:val="Title-Major"/>
        <w:ind w:left="0" w:right="-432"/>
        <w:rPr>
          <w:rFonts w:ascii="Dubai" w:hAnsi="Dubai" w:cs="Dubai"/>
          <w:b/>
          <w:bCs/>
          <w:color w:val="0F243E" w:themeColor="text2" w:themeShade="80"/>
          <w:sz w:val="44"/>
          <w:szCs w:val="44"/>
          <w:u w:val="single"/>
        </w:rPr>
      </w:pPr>
      <w:r w:rsidRPr="008D5AB3">
        <w:rPr>
          <w:rFonts w:ascii="Dubai" w:hAnsi="Dubai" w:cs="Dubai"/>
          <w:b/>
          <w:bCs/>
          <w:smallCaps w:val="0"/>
          <w:noProof/>
          <w:color w:val="1F497D" w:themeColor="text2"/>
          <w:sz w:val="44"/>
          <w:szCs w:val="44"/>
          <w:u w:val="single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1E436B" wp14:editId="022DA805">
                <wp:simplePos x="0" y="0"/>
                <wp:positionH relativeFrom="column">
                  <wp:posOffset>-106680</wp:posOffset>
                </wp:positionH>
                <wp:positionV relativeFrom="paragraph">
                  <wp:posOffset>170180</wp:posOffset>
                </wp:positionV>
                <wp:extent cx="0" cy="1143000"/>
                <wp:effectExtent l="19050" t="0" r="38100" b="38100"/>
                <wp:wrapSquare wrapText="bothSides"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ln w="60325" cmpd="dbl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55384E56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4pt,13.4pt" to="-8.4pt,10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" strokecolor="#365f91 [2404]" strokeweight="4.75pt">
                <v:stroke linestyle="thinThin"/>
                <w10:wrap type="square"/>
              </v:line>
            </w:pict>
          </mc:Fallback>
        </mc:AlternateContent>
      </w:r>
      <w:r w:rsidR="00D24E19" w:rsidRPr="008D5AB3">
        <w:rPr>
          <w:rFonts w:ascii="Dubai" w:hAnsi="Dubai" w:cs="Dubai"/>
          <w:b/>
          <w:bCs/>
          <w:color w:val="0F243E" w:themeColor="text2" w:themeShade="80"/>
          <w:sz w:val="44"/>
          <w:szCs w:val="44"/>
          <w:u w:val="single"/>
        </w:rPr>
        <w:t>UAE PASS</w:t>
      </w:r>
      <w:r w:rsidR="00565A17" w:rsidRPr="008D5AB3">
        <w:rPr>
          <w:rFonts w:ascii="Dubai" w:hAnsi="Dubai" w:cs="Dubai"/>
          <w:b/>
          <w:bCs/>
          <w:color w:val="0F243E" w:themeColor="text2" w:themeShade="80"/>
          <w:sz w:val="44"/>
          <w:szCs w:val="44"/>
          <w:u w:val="single"/>
        </w:rPr>
        <w:t xml:space="preserve"> </w:t>
      </w:r>
      <w:r w:rsidR="00B9598B">
        <w:rPr>
          <w:rFonts w:ascii="Dubai" w:hAnsi="Dubai" w:cs="Dubai"/>
          <w:b/>
          <w:bCs/>
          <w:color w:val="0F243E" w:themeColor="text2" w:themeShade="80"/>
          <w:sz w:val="44"/>
          <w:szCs w:val="44"/>
          <w:u w:val="single"/>
        </w:rPr>
        <w:t xml:space="preserve">Hash </w:t>
      </w:r>
      <w:proofErr w:type="gramStart"/>
      <w:r w:rsidR="00B9598B">
        <w:rPr>
          <w:rFonts w:ascii="Dubai" w:hAnsi="Dubai" w:cs="Dubai"/>
          <w:b/>
          <w:bCs/>
          <w:color w:val="0F243E" w:themeColor="text2" w:themeShade="80"/>
          <w:sz w:val="44"/>
          <w:szCs w:val="44"/>
          <w:u w:val="single"/>
        </w:rPr>
        <w:t>Signing</w:t>
      </w:r>
      <w:r w:rsidR="00CD5F32" w:rsidRPr="008D5AB3">
        <w:rPr>
          <w:rFonts w:ascii="Dubai" w:hAnsi="Dubai" w:cs="Dubai"/>
          <w:b/>
          <w:bCs/>
          <w:color w:val="0F243E" w:themeColor="text2" w:themeShade="80"/>
          <w:sz w:val="44"/>
          <w:szCs w:val="44"/>
          <w:u w:val="single"/>
        </w:rPr>
        <w:t xml:space="preserve"> </w:t>
      </w:r>
      <w:r w:rsidR="00565A17" w:rsidRPr="008D5AB3">
        <w:rPr>
          <w:rFonts w:ascii="Dubai" w:hAnsi="Dubai" w:cs="Dubai"/>
          <w:b/>
          <w:bCs/>
          <w:color w:val="0F243E" w:themeColor="text2" w:themeShade="80"/>
          <w:sz w:val="44"/>
          <w:szCs w:val="44"/>
          <w:u w:val="single"/>
        </w:rPr>
        <w:t xml:space="preserve"> </w:t>
      </w:r>
      <w:r w:rsidR="008E16CE">
        <w:rPr>
          <w:rFonts w:ascii="Dubai" w:hAnsi="Dubai" w:cs="Dubai"/>
          <w:b/>
          <w:bCs/>
          <w:color w:val="0F243E" w:themeColor="text2" w:themeShade="80"/>
          <w:sz w:val="44"/>
          <w:szCs w:val="44"/>
          <w:u w:val="single"/>
        </w:rPr>
        <w:t>Testing</w:t>
      </w:r>
      <w:proofErr w:type="gramEnd"/>
      <w:r w:rsidR="000A786B">
        <w:rPr>
          <w:rFonts w:ascii="Dubai" w:hAnsi="Dubai" w:cs="Dubai"/>
          <w:b/>
          <w:bCs/>
          <w:color w:val="0F243E" w:themeColor="text2" w:themeShade="80"/>
          <w:sz w:val="44"/>
          <w:szCs w:val="44"/>
          <w:u w:val="single"/>
        </w:rPr>
        <w:t xml:space="preserve"> </w:t>
      </w:r>
      <w:r w:rsidR="00565A17" w:rsidRPr="008D5AB3">
        <w:rPr>
          <w:rFonts w:ascii="Dubai" w:hAnsi="Dubai" w:cs="Dubai"/>
          <w:b/>
          <w:bCs/>
          <w:color w:val="0F243E" w:themeColor="text2" w:themeShade="80"/>
          <w:sz w:val="44"/>
          <w:szCs w:val="44"/>
          <w:u w:val="single"/>
        </w:rPr>
        <w:t>Checklist</w:t>
      </w:r>
    </w:p>
    <w:p w14:paraId="095D2DCE" w14:textId="37C0F6D5" w:rsidR="004527D4" w:rsidRPr="008D5AB3" w:rsidRDefault="00D24E19" w:rsidP="00D24E19">
      <w:pPr>
        <w:pStyle w:val="Title-Major"/>
        <w:ind w:left="0"/>
        <w:rPr>
          <w:rFonts w:ascii="Dubai" w:hAnsi="Dubai" w:cs="Dubai"/>
          <w:smallCaps w:val="0"/>
          <w:color w:val="0F243E" w:themeColor="text2" w:themeShade="80"/>
          <w:sz w:val="36"/>
          <w:szCs w:val="36"/>
          <w:u w:val="single"/>
        </w:rPr>
      </w:pPr>
      <w:r w:rsidRPr="008D5AB3">
        <w:rPr>
          <w:rFonts w:ascii="Dubai" w:hAnsi="Dubai" w:cs="Dubai"/>
          <w:smallCaps w:val="0"/>
          <w:color w:val="0F243E" w:themeColor="text2" w:themeShade="80"/>
          <w:sz w:val="36"/>
          <w:szCs w:val="36"/>
          <w:u w:val="single"/>
        </w:rPr>
        <w:t>Version Number 0.</w:t>
      </w:r>
      <w:r w:rsidR="003C3D09">
        <w:rPr>
          <w:rFonts w:ascii="Dubai" w:hAnsi="Dubai" w:cs="Dubai"/>
          <w:smallCaps w:val="0"/>
          <w:color w:val="0F243E" w:themeColor="text2" w:themeShade="80"/>
          <w:sz w:val="36"/>
          <w:szCs w:val="36"/>
          <w:u w:val="single"/>
        </w:rPr>
        <w:t>1</w:t>
      </w:r>
    </w:p>
    <w:p w14:paraId="11F6941F" w14:textId="77777777" w:rsidR="00D81267" w:rsidRPr="0033784C" w:rsidRDefault="00D81267" w:rsidP="00324D53">
      <w:pPr>
        <w:pStyle w:val="Title-Major"/>
        <w:ind w:left="0"/>
        <w:rPr>
          <w:rFonts w:ascii="Dubai" w:hAnsi="Dubai" w:cs="Dubai"/>
          <w:b/>
          <w:bCs/>
          <w:smallCaps w:val="0"/>
        </w:rPr>
      </w:pPr>
    </w:p>
    <w:p w14:paraId="3B9D2129" w14:textId="77777777" w:rsidR="00150506" w:rsidRPr="0033784C" w:rsidRDefault="00150506" w:rsidP="007E4E0A">
      <w:pPr>
        <w:pStyle w:val="Title-Major"/>
        <w:ind w:left="-284"/>
        <w:jc w:val="center"/>
        <w:rPr>
          <w:rFonts w:ascii="Dubai" w:hAnsi="Dubai" w:cs="Dubai"/>
          <w:b/>
          <w:bCs/>
        </w:rPr>
      </w:pPr>
      <w:bookmarkStart w:id="0" w:name="DocTitle"/>
    </w:p>
    <w:p w14:paraId="160DE8B4" w14:textId="77777777" w:rsidR="00557F28" w:rsidRPr="0033784C" w:rsidRDefault="00557F28" w:rsidP="00D27F19">
      <w:pPr>
        <w:pStyle w:val="Title-Major"/>
        <w:ind w:left="0"/>
        <w:jc w:val="center"/>
        <w:rPr>
          <w:rFonts w:ascii="Dubai" w:hAnsi="Dubai" w:cs="Dubai"/>
          <w:b/>
          <w:bCs/>
        </w:rPr>
      </w:pPr>
    </w:p>
    <w:p w14:paraId="2EA50DD2" w14:textId="77777777" w:rsidR="00557F28" w:rsidRPr="0033784C" w:rsidRDefault="00557F28" w:rsidP="00D27F19">
      <w:pPr>
        <w:pStyle w:val="Title-Major"/>
        <w:ind w:left="0"/>
        <w:jc w:val="center"/>
        <w:rPr>
          <w:rFonts w:ascii="Dubai" w:hAnsi="Dubai" w:cs="Dubai"/>
          <w:b/>
          <w:bCs/>
        </w:rPr>
      </w:pPr>
    </w:p>
    <w:p w14:paraId="0D0FEF42" w14:textId="77777777" w:rsidR="002A191C" w:rsidRPr="0033784C" w:rsidRDefault="002A191C" w:rsidP="002A191C">
      <w:pPr>
        <w:jc w:val="center"/>
        <w:rPr>
          <w:rFonts w:ascii="Dubai" w:hAnsi="Dubai" w:cs="Dubai"/>
          <w:color w:val="000000"/>
        </w:rPr>
      </w:pPr>
    </w:p>
    <w:p w14:paraId="2668FECC" w14:textId="2D15CF58" w:rsidR="000040FD" w:rsidRPr="0033784C" w:rsidRDefault="00D24E19" w:rsidP="00D24E19">
      <w:pPr>
        <w:tabs>
          <w:tab w:val="left" w:pos="5240"/>
        </w:tabs>
        <w:spacing w:after="0" w:line="240" w:lineRule="auto"/>
        <w:rPr>
          <w:rFonts w:ascii="Dubai" w:hAnsi="Dubai" w:cs="Dubai"/>
          <w:b/>
          <w:bCs/>
          <w:color w:val="0070C0"/>
          <w:sz w:val="28"/>
          <w:szCs w:val="28"/>
        </w:rPr>
      </w:pPr>
      <w:bookmarkStart w:id="1" w:name="OLE_LINK1"/>
      <w:bookmarkStart w:id="2" w:name="OLE_LINK2"/>
      <w:bookmarkEnd w:id="0"/>
      <w:r>
        <w:rPr>
          <w:rFonts w:ascii="Dubai" w:hAnsi="Dubai" w:cs="Dubai"/>
          <w:b/>
          <w:bCs/>
          <w:color w:val="0070C0"/>
          <w:sz w:val="28"/>
          <w:szCs w:val="28"/>
        </w:rPr>
        <w:tab/>
      </w:r>
    </w:p>
    <w:bookmarkEnd w:id="2" w:displacedByCustomXml="next"/>
    <w:bookmarkEnd w:id="1" w:displacedByCustomXml="next"/>
    <w:sdt>
      <w:sdtPr>
        <w:rPr>
          <w:rFonts w:ascii="Dubai" w:hAnsi="Dubai" w:cs="Dubai"/>
          <w:b w:val="0"/>
          <w:bCs w:val="0"/>
          <w:color w:val="auto"/>
          <w:sz w:val="22"/>
          <w:szCs w:val="22"/>
        </w:rPr>
        <w:id w:val="-101870249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6D62F41A" w14:textId="18CC1029" w:rsidR="001F23E0" w:rsidRPr="0033784C" w:rsidRDefault="001F23E0" w:rsidP="001F23E0">
          <w:pPr>
            <w:pStyle w:val="TOCHeading"/>
            <w:numPr>
              <w:ilvl w:val="0"/>
              <w:numId w:val="0"/>
            </w:numPr>
            <w:ind w:left="432" w:hanging="432"/>
            <w:rPr>
              <w:rFonts w:ascii="Dubai" w:hAnsi="Dubai" w:cs="Dubai"/>
              <w:i/>
              <w:iCs/>
            </w:rPr>
          </w:pPr>
          <w:r w:rsidRPr="0033784C">
            <w:rPr>
              <w:rFonts w:ascii="Dubai" w:hAnsi="Dubai" w:cs="Dubai"/>
              <w:i/>
              <w:iCs/>
            </w:rPr>
            <w:t>Table of Contents</w:t>
          </w:r>
        </w:p>
        <w:p w14:paraId="55617E42" w14:textId="77777777" w:rsidR="001F23E0" w:rsidRPr="0033784C" w:rsidRDefault="001F23E0">
          <w:pPr>
            <w:pStyle w:val="TOC1"/>
            <w:rPr>
              <w:rFonts w:ascii="Dubai" w:hAnsi="Dubai" w:cs="Dubai"/>
              <w:sz w:val="24"/>
              <w:szCs w:val="24"/>
            </w:rPr>
          </w:pPr>
        </w:p>
        <w:p w14:paraId="76137942" w14:textId="71A6347F" w:rsidR="0097451B" w:rsidRDefault="001F23E0">
          <w:pPr>
            <w:pStyle w:val="TOC1"/>
            <w:rPr>
              <w:rFonts w:eastAsiaTheme="minorEastAsia" w:cstheme="minorBidi"/>
              <w:bCs w:val="0"/>
              <w:noProof/>
              <w:lang w:val="en-AE" w:eastAsia="en-AE" w:bidi="ar-SA"/>
            </w:rPr>
          </w:pPr>
          <w:r w:rsidRPr="0033784C">
            <w:rPr>
              <w:rFonts w:ascii="Dubai" w:hAnsi="Dubai" w:cs="Dubai"/>
              <w:sz w:val="24"/>
              <w:szCs w:val="24"/>
            </w:rPr>
            <w:fldChar w:fldCharType="begin"/>
          </w:r>
          <w:r w:rsidRPr="0033784C">
            <w:rPr>
              <w:rFonts w:ascii="Dubai" w:hAnsi="Dubai" w:cs="Dubai"/>
              <w:sz w:val="24"/>
              <w:szCs w:val="24"/>
            </w:rPr>
            <w:instrText xml:space="preserve"> TOC \o "1-3" \h \z \u </w:instrText>
          </w:r>
          <w:r w:rsidRPr="0033784C">
            <w:rPr>
              <w:rFonts w:ascii="Dubai" w:hAnsi="Dubai" w:cs="Dubai"/>
              <w:sz w:val="24"/>
              <w:szCs w:val="24"/>
            </w:rPr>
            <w:fldChar w:fldCharType="separate"/>
          </w:r>
          <w:hyperlink w:anchor="_Toc105678168" w:history="1">
            <w:r w:rsidR="0097451B" w:rsidRPr="00941638">
              <w:rPr>
                <w:rStyle w:val="Hyperlink"/>
                <w:rFonts w:ascii="Dubai" w:hAnsi="Dubai" w:cs="Dubai"/>
                <w:noProof/>
              </w:rPr>
              <w:t>1. Test Details</w:t>
            </w:r>
            <w:r w:rsidR="0097451B">
              <w:rPr>
                <w:noProof/>
                <w:webHidden/>
              </w:rPr>
              <w:tab/>
            </w:r>
            <w:r w:rsidR="0097451B">
              <w:rPr>
                <w:noProof/>
                <w:webHidden/>
              </w:rPr>
              <w:fldChar w:fldCharType="begin"/>
            </w:r>
            <w:r w:rsidR="0097451B">
              <w:rPr>
                <w:noProof/>
                <w:webHidden/>
              </w:rPr>
              <w:instrText xml:space="preserve"> PAGEREF _Toc105678168 \h </w:instrText>
            </w:r>
            <w:r w:rsidR="0097451B">
              <w:rPr>
                <w:noProof/>
                <w:webHidden/>
              </w:rPr>
            </w:r>
            <w:r w:rsidR="0097451B">
              <w:rPr>
                <w:noProof/>
                <w:webHidden/>
              </w:rPr>
              <w:fldChar w:fldCharType="separate"/>
            </w:r>
            <w:r w:rsidR="0097451B">
              <w:rPr>
                <w:noProof/>
                <w:webHidden/>
              </w:rPr>
              <w:t>3</w:t>
            </w:r>
            <w:r w:rsidR="0097451B">
              <w:rPr>
                <w:noProof/>
                <w:webHidden/>
              </w:rPr>
              <w:fldChar w:fldCharType="end"/>
            </w:r>
          </w:hyperlink>
        </w:p>
        <w:p w14:paraId="641FC52C" w14:textId="55D2817D" w:rsidR="0097451B" w:rsidRDefault="00235DA3">
          <w:pPr>
            <w:pStyle w:val="TOC1"/>
            <w:rPr>
              <w:rFonts w:eastAsiaTheme="minorEastAsia" w:cstheme="minorBidi"/>
              <w:bCs w:val="0"/>
              <w:noProof/>
              <w:lang w:val="en-AE" w:eastAsia="en-AE" w:bidi="ar-SA"/>
            </w:rPr>
          </w:pPr>
          <w:hyperlink w:anchor="_Toc105678169" w:history="1">
            <w:r w:rsidR="0097451B" w:rsidRPr="00941638">
              <w:rPr>
                <w:rStyle w:val="Hyperlink"/>
                <w:rFonts w:ascii="Dubai" w:hAnsi="Dubai" w:cs="Dubai"/>
                <w:noProof/>
              </w:rPr>
              <w:t>2. UAE PASS Hash Signing Testing Check List</w:t>
            </w:r>
            <w:r w:rsidR="0097451B">
              <w:rPr>
                <w:noProof/>
                <w:webHidden/>
              </w:rPr>
              <w:tab/>
            </w:r>
            <w:r w:rsidR="0097451B">
              <w:rPr>
                <w:noProof/>
                <w:webHidden/>
              </w:rPr>
              <w:fldChar w:fldCharType="begin"/>
            </w:r>
            <w:r w:rsidR="0097451B">
              <w:rPr>
                <w:noProof/>
                <w:webHidden/>
              </w:rPr>
              <w:instrText xml:space="preserve"> PAGEREF _Toc105678169 \h </w:instrText>
            </w:r>
            <w:r w:rsidR="0097451B">
              <w:rPr>
                <w:noProof/>
                <w:webHidden/>
              </w:rPr>
            </w:r>
            <w:r w:rsidR="0097451B">
              <w:rPr>
                <w:noProof/>
                <w:webHidden/>
              </w:rPr>
              <w:fldChar w:fldCharType="separate"/>
            </w:r>
            <w:r w:rsidR="0097451B">
              <w:rPr>
                <w:noProof/>
                <w:webHidden/>
              </w:rPr>
              <w:t>3</w:t>
            </w:r>
            <w:r w:rsidR="0097451B">
              <w:rPr>
                <w:noProof/>
                <w:webHidden/>
              </w:rPr>
              <w:fldChar w:fldCharType="end"/>
            </w:r>
          </w:hyperlink>
        </w:p>
        <w:p w14:paraId="57EBFB1A" w14:textId="31DC0DEA" w:rsidR="00FF73F5" w:rsidRPr="0033784C" w:rsidRDefault="001F23E0" w:rsidP="001F23E0">
          <w:pPr>
            <w:rPr>
              <w:rFonts w:ascii="Dubai" w:hAnsi="Dubai" w:cs="Dubai"/>
            </w:rPr>
          </w:pPr>
          <w:r w:rsidRPr="0033784C">
            <w:rPr>
              <w:rFonts w:ascii="Dubai" w:hAnsi="Dubai" w:cs="Dubai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130CF1CF" w14:textId="77777777" w:rsidR="0071312A" w:rsidRPr="0033784C" w:rsidRDefault="0071312A">
      <w:pPr>
        <w:spacing w:after="0" w:line="240" w:lineRule="auto"/>
        <w:rPr>
          <w:rFonts w:ascii="Dubai" w:hAnsi="Dubai" w:cs="Dubai"/>
          <w:color w:val="000000"/>
          <w:sz w:val="24"/>
          <w:szCs w:val="24"/>
          <w:lang w:bidi="ar-SA"/>
        </w:rPr>
      </w:pPr>
      <w:r w:rsidRPr="0033784C">
        <w:rPr>
          <w:rFonts w:ascii="Dubai" w:hAnsi="Dubai" w:cs="Dubai"/>
        </w:rPr>
        <w:br w:type="page"/>
      </w:r>
    </w:p>
    <w:p w14:paraId="72A5521C" w14:textId="17CB5870" w:rsidR="0071312A" w:rsidRPr="0033784C" w:rsidRDefault="0071312A" w:rsidP="008810DB">
      <w:pPr>
        <w:pStyle w:val="Heading1"/>
        <w:numPr>
          <w:ilvl w:val="0"/>
          <w:numId w:val="0"/>
        </w:numPr>
        <w:ind w:left="432" w:hanging="432"/>
        <w:rPr>
          <w:rFonts w:ascii="Dubai" w:hAnsi="Dubai" w:cs="Dubai"/>
        </w:rPr>
      </w:pPr>
      <w:bookmarkStart w:id="3" w:name="_Toc459118565"/>
      <w:bookmarkStart w:id="4" w:name="_Toc105678168"/>
      <w:r w:rsidRPr="0033784C">
        <w:rPr>
          <w:rFonts w:ascii="Dubai" w:hAnsi="Dubai" w:cs="Dubai"/>
        </w:rPr>
        <w:lastRenderedPageBreak/>
        <w:t xml:space="preserve">1. </w:t>
      </w:r>
      <w:r w:rsidR="001113E7">
        <w:rPr>
          <w:rFonts w:ascii="Dubai" w:hAnsi="Dubai" w:cs="Dubai"/>
        </w:rPr>
        <w:t>Test</w:t>
      </w:r>
      <w:r w:rsidR="008810DB" w:rsidRPr="0033784C">
        <w:rPr>
          <w:rFonts w:ascii="Dubai" w:hAnsi="Dubai" w:cs="Dubai"/>
        </w:rPr>
        <w:t xml:space="preserve"> Details</w:t>
      </w:r>
      <w:bookmarkEnd w:id="3"/>
      <w:bookmarkEnd w:id="4"/>
    </w:p>
    <w:p w14:paraId="4B4BFA0D" w14:textId="77777777" w:rsidR="008810DB" w:rsidRPr="0033784C" w:rsidRDefault="008810DB" w:rsidP="00C932BC">
      <w:pPr>
        <w:pStyle w:val="Default"/>
        <w:rPr>
          <w:rFonts w:ascii="Dubai" w:hAnsi="Dubai" w:cs="Dubai"/>
        </w:rPr>
      </w:pPr>
    </w:p>
    <w:tbl>
      <w:tblPr>
        <w:tblStyle w:val="TableGrid"/>
        <w:tblW w:w="9108" w:type="dxa"/>
        <w:tblLook w:val="04A0" w:firstRow="1" w:lastRow="0" w:firstColumn="1" w:lastColumn="0" w:noHBand="0" w:noVBand="1"/>
      </w:tblPr>
      <w:tblGrid>
        <w:gridCol w:w="2898"/>
        <w:gridCol w:w="6210"/>
      </w:tblGrid>
      <w:tr w:rsidR="006938B1" w:rsidRPr="0033784C" w14:paraId="5EE9C1A3" w14:textId="77777777" w:rsidTr="000040FD">
        <w:tc>
          <w:tcPr>
            <w:tcW w:w="9108" w:type="dxa"/>
            <w:gridSpan w:val="2"/>
            <w:shd w:val="clear" w:color="auto" w:fill="365F91" w:themeFill="accent1" w:themeFillShade="BF"/>
          </w:tcPr>
          <w:p w14:paraId="3CC4A48E" w14:textId="6C9C26EF" w:rsidR="006938B1" w:rsidRPr="0033784C" w:rsidRDefault="001113E7" w:rsidP="006938B1">
            <w:pPr>
              <w:spacing w:line="240" w:lineRule="auto"/>
              <w:jc w:val="center"/>
              <w:rPr>
                <w:rFonts w:ascii="Dubai" w:hAnsi="Dubai" w:cs="Dubai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>
              <w:rPr>
                <w:rFonts w:ascii="Dubai" w:hAnsi="Dubai" w:cs="Duba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Testing</w:t>
            </w:r>
            <w:r w:rsidR="006938B1" w:rsidRPr="0033784C">
              <w:rPr>
                <w:rFonts w:ascii="Dubai" w:hAnsi="Dubai" w:cs="Duba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 xml:space="preserve"> Details</w:t>
            </w:r>
          </w:p>
        </w:tc>
      </w:tr>
      <w:tr w:rsidR="008810DB" w:rsidRPr="0033784C" w14:paraId="79A968D4" w14:textId="77777777" w:rsidTr="008810DB">
        <w:trPr>
          <w:trHeight w:val="1187"/>
        </w:trPr>
        <w:tc>
          <w:tcPr>
            <w:tcW w:w="2898" w:type="dxa"/>
            <w:tcBorders>
              <w:bottom w:val="single" w:sz="2" w:space="0" w:color="auto"/>
            </w:tcBorders>
          </w:tcPr>
          <w:p w14:paraId="48B67330" w14:textId="1B894976" w:rsidR="008810DB" w:rsidRPr="0033784C" w:rsidRDefault="008810DB" w:rsidP="008810DB">
            <w:pPr>
              <w:pStyle w:val="Default"/>
              <w:rPr>
                <w:rFonts w:ascii="Dubai" w:hAnsi="Dubai" w:cs="Dubai"/>
                <w:i/>
                <w:iCs/>
                <w:color w:val="0F243E" w:themeColor="text2" w:themeShade="80"/>
              </w:rPr>
            </w:pPr>
            <w:r w:rsidRPr="0033784C">
              <w:rPr>
                <w:rFonts w:ascii="Dubai" w:hAnsi="Dubai" w:cs="Dubai"/>
                <w:i/>
                <w:iCs/>
                <w:color w:val="0F243E" w:themeColor="text2" w:themeShade="80"/>
              </w:rPr>
              <w:t xml:space="preserve"> </w:t>
            </w:r>
            <w:r w:rsidR="001113E7">
              <w:rPr>
                <w:rFonts w:ascii="Dubai" w:hAnsi="Dubai" w:cs="Dubai"/>
                <w:i/>
                <w:iCs/>
                <w:color w:val="0F243E" w:themeColor="text2" w:themeShade="80"/>
              </w:rPr>
              <w:t>Testing</w:t>
            </w:r>
            <w:r w:rsidRPr="0033784C">
              <w:rPr>
                <w:rFonts w:ascii="Dubai" w:hAnsi="Dubai" w:cs="Dubai"/>
                <w:i/>
                <w:iCs/>
                <w:color w:val="0F243E" w:themeColor="text2" w:themeShade="80"/>
              </w:rPr>
              <w:t xml:space="preserve"> Date:</w:t>
            </w:r>
          </w:p>
          <w:p w14:paraId="1A6DE4A3" w14:textId="77777777" w:rsidR="008810DB" w:rsidRPr="0033784C" w:rsidRDefault="008810DB" w:rsidP="0031193D">
            <w:pPr>
              <w:rPr>
                <w:rFonts w:ascii="Dubai" w:hAnsi="Dubai" w:cs="Dubai"/>
                <w:i/>
                <w:iCs/>
                <w:color w:val="0F243E" w:themeColor="text2" w:themeShade="80"/>
              </w:rPr>
            </w:pPr>
          </w:p>
        </w:tc>
        <w:tc>
          <w:tcPr>
            <w:tcW w:w="6210" w:type="dxa"/>
            <w:tcBorders>
              <w:bottom w:val="single" w:sz="2" w:space="0" w:color="auto"/>
            </w:tcBorders>
          </w:tcPr>
          <w:p w14:paraId="04E8FFC9" w14:textId="0339F18C" w:rsidR="008810DB" w:rsidRPr="0033784C" w:rsidRDefault="0050505A" w:rsidP="00B02D47">
            <w:pPr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13-06-2022</w:t>
            </w:r>
          </w:p>
        </w:tc>
      </w:tr>
      <w:tr w:rsidR="008810DB" w:rsidRPr="0033784C" w14:paraId="16A92686" w14:textId="77777777" w:rsidTr="008810DB">
        <w:trPr>
          <w:trHeight w:val="760"/>
        </w:trPr>
        <w:tc>
          <w:tcPr>
            <w:tcW w:w="2898" w:type="dxa"/>
            <w:tcBorders>
              <w:top w:val="single" w:sz="2" w:space="0" w:color="auto"/>
              <w:bottom w:val="single" w:sz="2" w:space="0" w:color="auto"/>
            </w:tcBorders>
          </w:tcPr>
          <w:p w14:paraId="405F8C6C" w14:textId="77777777" w:rsidR="008810DB" w:rsidRPr="0033784C" w:rsidRDefault="008810DB" w:rsidP="008810DB">
            <w:pPr>
              <w:pStyle w:val="Default"/>
              <w:rPr>
                <w:rFonts w:ascii="Dubai" w:hAnsi="Dubai" w:cs="Dubai"/>
                <w:i/>
                <w:iCs/>
                <w:color w:val="0F243E" w:themeColor="text2" w:themeShade="80"/>
              </w:rPr>
            </w:pPr>
            <w:r w:rsidRPr="0033784C">
              <w:rPr>
                <w:rFonts w:ascii="Dubai" w:hAnsi="Dubai" w:cs="Dubai"/>
                <w:i/>
                <w:iCs/>
                <w:color w:val="0F243E" w:themeColor="text2" w:themeShade="80"/>
              </w:rPr>
              <w:t>General Comments:</w:t>
            </w:r>
          </w:p>
          <w:p w14:paraId="2C9AD99C" w14:textId="77777777" w:rsidR="008810DB" w:rsidRPr="0033784C" w:rsidRDefault="008810DB" w:rsidP="008810DB">
            <w:pPr>
              <w:pStyle w:val="Default"/>
              <w:rPr>
                <w:rFonts w:ascii="Dubai" w:hAnsi="Dubai" w:cs="Dubai"/>
                <w:i/>
                <w:iCs/>
                <w:color w:val="0F243E" w:themeColor="text2" w:themeShade="80"/>
              </w:rPr>
            </w:pPr>
          </w:p>
        </w:tc>
        <w:tc>
          <w:tcPr>
            <w:tcW w:w="6210" w:type="dxa"/>
            <w:tcBorders>
              <w:top w:val="single" w:sz="2" w:space="0" w:color="auto"/>
              <w:bottom w:val="single" w:sz="2" w:space="0" w:color="auto"/>
            </w:tcBorders>
          </w:tcPr>
          <w:p w14:paraId="4B9B0F5C" w14:textId="45EBC2A2" w:rsidR="007F7D1C" w:rsidRPr="0033784C" w:rsidRDefault="0050505A" w:rsidP="00115456">
            <w:pPr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 xml:space="preserve">Tested on Node6 and </w:t>
            </w:r>
            <w:r w:rsidR="003942B6">
              <w:rPr>
                <w:rFonts w:ascii="Dubai" w:hAnsi="Dubai" w:cs="Dubai"/>
              </w:rPr>
              <w:t>T</w:t>
            </w:r>
            <w:r>
              <w:rPr>
                <w:rFonts w:ascii="Dubai" w:hAnsi="Dubai" w:cs="Dubai"/>
              </w:rPr>
              <w:t>rustedX</w:t>
            </w:r>
          </w:p>
        </w:tc>
      </w:tr>
      <w:tr w:rsidR="008810DB" w:rsidRPr="0033784C" w14:paraId="14CD1F25" w14:textId="77777777" w:rsidTr="008810DB">
        <w:trPr>
          <w:trHeight w:val="760"/>
        </w:trPr>
        <w:tc>
          <w:tcPr>
            <w:tcW w:w="2898" w:type="dxa"/>
            <w:tcBorders>
              <w:top w:val="single" w:sz="2" w:space="0" w:color="auto"/>
              <w:bottom w:val="single" w:sz="2" w:space="0" w:color="auto"/>
            </w:tcBorders>
          </w:tcPr>
          <w:p w14:paraId="64044F82" w14:textId="47BB2F9E" w:rsidR="008810DB" w:rsidRPr="0033784C" w:rsidRDefault="001113E7" w:rsidP="008810DB">
            <w:pPr>
              <w:pStyle w:val="Default"/>
              <w:rPr>
                <w:rFonts w:ascii="Dubai" w:hAnsi="Dubai" w:cs="Dubai"/>
                <w:i/>
                <w:iCs/>
                <w:color w:val="0F243E" w:themeColor="text2" w:themeShade="80"/>
              </w:rPr>
            </w:pPr>
            <w:r>
              <w:rPr>
                <w:rFonts w:ascii="Dubai" w:hAnsi="Dubai" w:cs="Dubai"/>
                <w:i/>
                <w:iCs/>
                <w:color w:val="0F243E" w:themeColor="text2" w:themeShade="80"/>
              </w:rPr>
              <w:t>Testing</w:t>
            </w:r>
            <w:r w:rsidR="001F23E0" w:rsidRPr="0033784C">
              <w:rPr>
                <w:rFonts w:ascii="Dubai" w:hAnsi="Dubai" w:cs="Dubai"/>
                <w:i/>
                <w:iCs/>
                <w:color w:val="0F243E" w:themeColor="text2" w:themeShade="80"/>
              </w:rPr>
              <w:t xml:space="preserve"> Completed b</w:t>
            </w:r>
            <w:r w:rsidR="008810DB" w:rsidRPr="0033784C">
              <w:rPr>
                <w:rFonts w:ascii="Dubai" w:hAnsi="Dubai" w:cs="Dubai"/>
                <w:i/>
                <w:iCs/>
                <w:color w:val="0F243E" w:themeColor="text2" w:themeShade="80"/>
              </w:rPr>
              <w:t>y:</w:t>
            </w:r>
          </w:p>
          <w:p w14:paraId="146B26CA" w14:textId="77777777" w:rsidR="008810DB" w:rsidRPr="0033784C" w:rsidRDefault="008810DB" w:rsidP="008810DB">
            <w:pPr>
              <w:pStyle w:val="Default"/>
              <w:rPr>
                <w:rFonts w:ascii="Dubai" w:hAnsi="Dubai" w:cs="Dubai"/>
                <w:i/>
                <w:iCs/>
                <w:color w:val="0F243E" w:themeColor="text2" w:themeShade="80"/>
              </w:rPr>
            </w:pPr>
          </w:p>
        </w:tc>
        <w:tc>
          <w:tcPr>
            <w:tcW w:w="6210" w:type="dxa"/>
            <w:tcBorders>
              <w:top w:val="single" w:sz="2" w:space="0" w:color="auto"/>
              <w:bottom w:val="single" w:sz="2" w:space="0" w:color="auto"/>
            </w:tcBorders>
          </w:tcPr>
          <w:p w14:paraId="59470664" w14:textId="1E206C1D" w:rsidR="0058631A" w:rsidRPr="0033784C" w:rsidRDefault="0050505A" w:rsidP="00115456">
            <w:pPr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Sanampreet Saggu</w:t>
            </w:r>
          </w:p>
        </w:tc>
      </w:tr>
    </w:tbl>
    <w:p w14:paraId="252625B2" w14:textId="77777777" w:rsidR="00BD3087" w:rsidRDefault="00BD3087">
      <w:pPr>
        <w:spacing w:after="0" w:line="240" w:lineRule="auto"/>
        <w:rPr>
          <w:rFonts w:ascii="Dubai" w:hAnsi="Dubai" w:cs="Dubai"/>
        </w:rPr>
      </w:pPr>
    </w:p>
    <w:p w14:paraId="4380D21D" w14:textId="4B3C7573" w:rsidR="00BD3087" w:rsidRDefault="00E73323" w:rsidP="00BD3087">
      <w:pPr>
        <w:pStyle w:val="Heading1"/>
        <w:numPr>
          <w:ilvl w:val="0"/>
          <w:numId w:val="0"/>
        </w:numPr>
        <w:ind w:left="432" w:hanging="432"/>
        <w:rPr>
          <w:rFonts w:ascii="Dubai" w:hAnsi="Dubai" w:cs="Dubai"/>
        </w:rPr>
      </w:pPr>
      <w:bookmarkStart w:id="5" w:name="_Toc105678169"/>
      <w:r>
        <w:rPr>
          <w:rFonts w:ascii="Dubai" w:hAnsi="Dubai" w:cs="Dubai"/>
        </w:rPr>
        <w:t>2</w:t>
      </w:r>
      <w:r w:rsidR="00BD3087">
        <w:rPr>
          <w:rFonts w:ascii="Dubai" w:hAnsi="Dubai" w:cs="Dubai"/>
        </w:rPr>
        <w:t xml:space="preserve">. UAE PASS </w:t>
      </w:r>
      <w:r w:rsidR="00BF6A23">
        <w:rPr>
          <w:rFonts w:ascii="Dubai" w:hAnsi="Dubai" w:cs="Dubai"/>
        </w:rPr>
        <w:t>Hash</w:t>
      </w:r>
      <w:r w:rsidR="00BD3087">
        <w:rPr>
          <w:rFonts w:ascii="Dubai" w:hAnsi="Dubai" w:cs="Dubai"/>
        </w:rPr>
        <w:t xml:space="preserve"> Sign</w:t>
      </w:r>
      <w:r w:rsidR="00BF6A23">
        <w:rPr>
          <w:rFonts w:ascii="Dubai" w:hAnsi="Dubai" w:cs="Dubai"/>
        </w:rPr>
        <w:t>ing</w:t>
      </w:r>
      <w:r w:rsidR="00BD3087">
        <w:rPr>
          <w:rFonts w:ascii="Dubai" w:hAnsi="Dubai" w:cs="Dubai"/>
        </w:rPr>
        <w:t xml:space="preserve"> </w:t>
      </w:r>
      <w:r w:rsidR="00DF7932">
        <w:rPr>
          <w:rFonts w:ascii="Dubai" w:hAnsi="Dubai" w:cs="Dubai"/>
        </w:rPr>
        <w:t>Testing</w:t>
      </w:r>
      <w:r w:rsidR="006C2B8F">
        <w:rPr>
          <w:rFonts w:ascii="Dubai" w:hAnsi="Dubai" w:cs="Dubai"/>
        </w:rPr>
        <w:t xml:space="preserve"> </w:t>
      </w:r>
      <w:r w:rsidR="00BD3087">
        <w:rPr>
          <w:rFonts w:ascii="Dubai" w:hAnsi="Dubai" w:cs="Dubai"/>
        </w:rPr>
        <w:t>Check List</w:t>
      </w:r>
      <w:bookmarkEnd w:id="5"/>
    </w:p>
    <w:p w14:paraId="47CFB6B8" w14:textId="77777777" w:rsidR="00BD3087" w:rsidRDefault="00BD3087" w:rsidP="00BD3087"/>
    <w:tbl>
      <w:tblPr>
        <w:tblStyle w:val="TableGrid"/>
        <w:tblW w:w="1006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339"/>
        <w:gridCol w:w="7470"/>
        <w:gridCol w:w="1256"/>
      </w:tblGrid>
      <w:tr w:rsidR="00BD3087" w:rsidRPr="0033784C" w14:paraId="49DA194E" w14:textId="77777777" w:rsidTr="00F71207">
        <w:trPr>
          <w:trHeight w:val="1106"/>
        </w:trPr>
        <w:tc>
          <w:tcPr>
            <w:tcW w:w="1339" w:type="dxa"/>
            <w:shd w:val="clear" w:color="auto" w:fill="365F91" w:themeFill="accent1" w:themeFillShade="BF"/>
            <w:vAlign w:val="center"/>
          </w:tcPr>
          <w:p w14:paraId="06A183F1" w14:textId="77777777" w:rsidR="00BD3087" w:rsidRPr="0033784C" w:rsidRDefault="00BD3087" w:rsidP="00103FA2">
            <w:pPr>
              <w:spacing w:line="240" w:lineRule="auto"/>
              <w:jc w:val="center"/>
              <w:rPr>
                <w:rFonts w:ascii="Dubai" w:hAnsi="Dubai" w:cs="Dubai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33784C">
              <w:rPr>
                <w:rFonts w:ascii="Dubai" w:hAnsi="Dubai" w:cs="Duba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Sequence</w:t>
            </w:r>
          </w:p>
        </w:tc>
        <w:tc>
          <w:tcPr>
            <w:tcW w:w="7470" w:type="dxa"/>
            <w:shd w:val="clear" w:color="auto" w:fill="365F91" w:themeFill="accent1" w:themeFillShade="BF"/>
            <w:vAlign w:val="center"/>
          </w:tcPr>
          <w:p w14:paraId="7D4F78E2" w14:textId="297832BF" w:rsidR="00BD3087" w:rsidRPr="0033784C" w:rsidRDefault="007A54D3" w:rsidP="00103FA2">
            <w:pPr>
              <w:spacing w:line="240" w:lineRule="auto"/>
              <w:jc w:val="center"/>
              <w:rPr>
                <w:rFonts w:ascii="Dubai" w:hAnsi="Dubai" w:cs="Dubai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>
              <w:rPr>
                <w:rFonts w:ascii="Dubai" w:hAnsi="Dubai" w:cs="Duba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Test case</w:t>
            </w:r>
          </w:p>
        </w:tc>
        <w:tc>
          <w:tcPr>
            <w:tcW w:w="1256" w:type="dxa"/>
            <w:shd w:val="clear" w:color="auto" w:fill="365F91" w:themeFill="accent1" w:themeFillShade="BF"/>
            <w:vAlign w:val="center"/>
          </w:tcPr>
          <w:p w14:paraId="6CDD691D" w14:textId="77777777" w:rsidR="00BD3087" w:rsidRPr="0033784C" w:rsidRDefault="00BD3087" w:rsidP="00103FA2">
            <w:pPr>
              <w:spacing w:line="240" w:lineRule="auto"/>
              <w:jc w:val="center"/>
              <w:rPr>
                <w:rFonts w:ascii="Dubai" w:hAnsi="Dubai" w:cs="Dubai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33784C">
              <w:rPr>
                <w:rFonts w:ascii="Dubai" w:hAnsi="Dubai" w:cs="Duba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Status</w:t>
            </w:r>
          </w:p>
          <w:p w14:paraId="051676D9" w14:textId="5976D6AB" w:rsidR="00BD3087" w:rsidRPr="0033784C" w:rsidRDefault="00BD3087" w:rsidP="00103FA2">
            <w:pPr>
              <w:spacing w:line="240" w:lineRule="auto"/>
              <w:jc w:val="center"/>
              <w:rPr>
                <w:rFonts w:ascii="Dubai" w:hAnsi="Dubai" w:cs="Dubai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33784C">
              <w:rPr>
                <w:rFonts w:ascii="Dubai" w:hAnsi="Dubai" w:cs="Duba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(</w:t>
            </w:r>
            <w:r w:rsidR="007A54D3">
              <w:rPr>
                <w:rFonts w:ascii="Dubai" w:hAnsi="Dubai" w:cs="Duba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Yes/No</w:t>
            </w:r>
            <w:r w:rsidR="00B76ED6">
              <w:rPr>
                <w:rFonts w:ascii="Dubai" w:hAnsi="Dubai" w:cs="Duba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/NA</w:t>
            </w:r>
            <w:r w:rsidRPr="0033784C">
              <w:rPr>
                <w:rFonts w:ascii="Dubai" w:hAnsi="Dubai" w:cs="Duba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)</w:t>
            </w:r>
          </w:p>
        </w:tc>
      </w:tr>
      <w:tr w:rsidR="00BD3087" w:rsidRPr="0033784C" w14:paraId="0CDBF4F5" w14:textId="77777777" w:rsidTr="00F71207">
        <w:trPr>
          <w:trHeight w:val="760"/>
        </w:trPr>
        <w:tc>
          <w:tcPr>
            <w:tcW w:w="1339" w:type="dxa"/>
          </w:tcPr>
          <w:p w14:paraId="4F09A133" w14:textId="77777777" w:rsidR="00BD3087" w:rsidRPr="0033784C" w:rsidRDefault="00BD3087" w:rsidP="00103FA2">
            <w:pPr>
              <w:pStyle w:val="DeGNumberingLevel1"/>
              <w:jc w:val="left"/>
              <w:rPr>
                <w:rFonts w:ascii="Dubai" w:hAnsi="Dubai" w:cs="Dubai"/>
                <w:b/>
                <w:bCs/>
                <w:i/>
                <w:iCs/>
              </w:rPr>
            </w:pPr>
          </w:p>
        </w:tc>
        <w:tc>
          <w:tcPr>
            <w:tcW w:w="7470" w:type="dxa"/>
          </w:tcPr>
          <w:p w14:paraId="3F79EF87" w14:textId="473AB325" w:rsidR="00BD3087" w:rsidRPr="0033784C" w:rsidRDefault="00CE2831" w:rsidP="00103FA2">
            <w:pPr>
              <w:jc w:val="both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 xml:space="preserve">Able to run </w:t>
            </w:r>
            <w:r w:rsidR="007A54D3">
              <w:rPr>
                <w:rFonts w:ascii="Dubai" w:hAnsi="Dubai" w:cs="Dubai"/>
              </w:rPr>
              <w:t>the java command to start the server</w:t>
            </w:r>
            <w:r w:rsidR="00646BA7">
              <w:rPr>
                <w:rFonts w:ascii="Dubai" w:hAnsi="Dubai" w:cs="Dubai"/>
              </w:rPr>
              <w:t xml:space="preserve"> </w:t>
            </w:r>
          </w:p>
        </w:tc>
        <w:tc>
          <w:tcPr>
            <w:tcW w:w="1256" w:type="dxa"/>
          </w:tcPr>
          <w:p w14:paraId="43E6EB41" w14:textId="124456E7" w:rsidR="00BD3087" w:rsidRPr="0033784C" w:rsidRDefault="00A42555" w:rsidP="0050505A">
            <w:pPr>
              <w:jc w:val="center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Yes</w:t>
            </w:r>
          </w:p>
        </w:tc>
      </w:tr>
      <w:tr w:rsidR="00BD3087" w:rsidRPr="0033784C" w14:paraId="04033BE5" w14:textId="77777777" w:rsidTr="00F71207">
        <w:trPr>
          <w:trHeight w:val="760"/>
        </w:trPr>
        <w:tc>
          <w:tcPr>
            <w:tcW w:w="1339" w:type="dxa"/>
          </w:tcPr>
          <w:p w14:paraId="6D511466" w14:textId="77777777" w:rsidR="00BD3087" w:rsidRPr="0033784C" w:rsidRDefault="00BD3087" w:rsidP="00103FA2">
            <w:pPr>
              <w:pStyle w:val="DeGNumberingLevel1"/>
              <w:jc w:val="left"/>
              <w:rPr>
                <w:rFonts w:ascii="Dubai" w:hAnsi="Dubai" w:cs="Dubai"/>
                <w:b/>
                <w:bCs/>
                <w:i/>
                <w:iCs/>
              </w:rPr>
            </w:pPr>
          </w:p>
        </w:tc>
        <w:tc>
          <w:tcPr>
            <w:tcW w:w="7470" w:type="dxa"/>
          </w:tcPr>
          <w:p w14:paraId="5A886C23" w14:textId="0A4354B5" w:rsidR="00BD3087" w:rsidRDefault="001113E7" w:rsidP="00103FA2">
            <w:pPr>
              <w:jc w:val="both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Generate the signing url</w:t>
            </w:r>
            <w:r w:rsidR="005D608A">
              <w:rPr>
                <w:rFonts w:ascii="Dubai" w:hAnsi="Dubai" w:cs="Dubai"/>
              </w:rPr>
              <w:t xml:space="preserve"> by using Start the process API without any error</w:t>
            </w:r>
          </w:p>
        </w:tc>
        <w:tc>
          <w:tcPr>
            <w:tcW w:w="1256" w:type="dxa"/>
          </w:tcPr>
          <w:p w14:paraId="3EA967E3" w14:textId="3B93661F" w:rsidR="00BD3087" w:rsidRDefault="00A42555" w:rsidP="00103FA2">
            <w:pPr>
              <w:jc w:val="center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Yes</w:t>
            </w:r>
          </w:p>
        </w:tc>
      </w:tr>
      <w:tr w:rsidR="00BE7AFA" w:rsidRPr="0033784C" w14:paraId="64318063" w14:textId="77777777" w:rsidTr="00F71207">
        <w:trPr>
          <w:trHeight w:val="760"/>
        </w:trPr>
        <w:tc>
          <w:tcPr>
            <w:tcW w:w="1339" w:type="dxa"/>
          </w:tcPr>
          <w:p w14:paraId="55F01D8F" w14:textId="77777777" w:rsidR="00BE7AFA" w:rsidRPr="0033784C" w:rsidRDefault="00BE7AFA" w:rsidP="00103FA2">
            <w:pPr>
              <w:pStyle w:val="DeGNumberingLevel1"/>
              <w:jc w:val="left"/>
              <w:rPr>
                <w:rFonts w:ascii="Dubai" w:hAnsi="Dubai" w:cs="Dubai"/>
                <w:b/>
                <w:bCs/>
                <w:i/>
                <w:iCs/>
              </w:rPr>
            </w:pPr>
          </w:p>
        </w:tc>
        <w:tc>
          <w:tcPr>
            <w:tcW w:w="7470" w:type="dxa"/>
          </w:tcPr>
          <w:p w14:paraId="77AAE624" w14:textId="167B9D93" w:rsidR="00BE7AFA" w:rsidRDefault="00BE7AFA" w:rsidP="00103FA2">
            <w:pPr>
              <w:jc w:val="both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Able to see the ACR values in the signing url (this is specific to jar file and SP requirement)</w:t>
            </w:r>
          </w:p>
        </w:tc>
        <w:tc>
          <w:tcPr>
            <w:tcW w:w="1256" w:type="dxa"/>
          </w:tcPr>
          <w:p w14:paraId="724BE232" w14:textId="3D26866B" w:rsidR="00BE7AFA" w:rsidRDefault="00A42555" w:rsidP="00103FA2">
            <w:pPr>
              <w:jc w:val="center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Yes</w:t>
            </w:r>
          </w:p>
        </w:tc>
      </w:tr>
      <w:tr w:rsidR="00BD3087" w:rsidRPr="0033784C" w14:paraId="7FBF51F6" w14:textId="77777777" w:rsidTr="006321C1">
        <w:trPr>
          <w:trHeight w:val="858"/>
        </w:trPr>
        <w:tc>
          <w:tcPr>
            <w:tcW w:w="1339" w:type="dxa"/>
          </w:tcPr>
          <w:p w14:paraId="0B1D7E29" w14:textId="77777777" w:rsidR="00BD3087" w:rsidRPr="0033784C" w:rsidRDefault="00BD3087" w:rsidP="00103FA2">
            <w:pPr>
              <w:pStyle w:val="DeGNumberingLevel1"/>
              <w:jc w:val="left"/>
              <w:rPr>
                <w:rFonts w:ascii="Dubai" w:hAnsi="Dubai" w:cs="Dubai"/>
                <w:b/>
                <w:bCs/>
                <w:i/>
                <w:iCs/>
              </w:rPr>
            </w:pPr>
          </w:p>
        </w:tc>
        <w:tc>
          <w:tcPr>
            <w:tcW w:w="7470" w:type="dxa"/>
          </w:tcPr>
          <w:p w14:paraId="407085D4" w14:textId="33B1889A" w:rsidR="00BD3087" w:rsidRDefault="001113E7" w:rsidP="00103FA2">
            <w:pPr>
              <w:jc w:val="both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 xml:space="preserve">Generate the </w:t>
            </w:r>
            <w:r w:rsidR="00B9598B">
              <w:rPr>
                <w:rFonts w:ascii="Dubai" w:hAnsi="Dubai" w:cs="Dubai"/>
              </w:rPr>
              <w:t>SignIdentitiesID and TransactionID</w:t>
            </w:r>
            <w:r>
              <w:rPr>
                <w:rFonts w:ascii="Dubai" w:hAnsi="Dubai" w:cs="Dubai"/>
              </w:rPr>
              <w:t xml:space="preserve"> after successful authentication</w:t>
            </w:r>
          </w:p>
        </w:tc>
        <w:tc>
          <w:tcPr>
            <w:tcW w:w="1256" w:type="dxa"/>
          </w:tcPr>
          <w:p w14:paraId="37CAF254" w14:textId="2BFACC51" w:rsidR="00BD3087" w:rsidRDefault="00A42555" w:rsidP="00103FA2">
            <w:pPr>
              <w:jc w:val="center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Yes</w:t>
            </w:r>
          </w:p>
        </w:tc>
      </w:tr>
      <w:tr w:rsidR="00BD3087" w:rsidRPr="0033784C" w14:paraId="5FF64A71" w14:textId="77777777" w:rsidTr="00F71207">
        <w:trPr>
          <w:trHeight w:val="692"/>
        </w:trPr>
        <w:tc>
          <w:tcPr>
            <w:tcW w:w="1339" w:type="dxa"/>
          </w:tcPr>
          <w:p w14:paraId="69B83536" w14:textId="77777777" w:rsidR="00BD3087" w:rsidRPr="0033784C" w:rsidRDefault="00BD3087" w:rsidP="00103FA2">
            <w:pPr>
              <w:pStyle w:val="DeGNumberingLevel1"/>
              <w:jc w:val="left"/>
              <w:rPr>
                <w:rFonts w:ascii="Dubai" w:hAnsi="Dubai" w:cs="Dubai"/>
                <w:b/>
                <w:bCs/>
                <w:i/>
                <w:iCs/>
              </w:rPr>
            </w:pPr>
          </w:p>
        </w:tc>
        <w:tc>
          <w:tcPr>
            <w:tcW w:w="7470" w:type="dxa"/>
          </w:tcPr>
          <w:p w14:paraId="5ADE59B8" w14:textId="692C5944" w:rsidR="00BD3087" w:rsidRDefault="001113E7" w:rsidP="00103FA2">
            <w:pPr>
              <w:jc w:val="both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 xml:space="preserve">Generate the signing url using </w:t>
            </w:r>
            <w:r w:rsidR="008D5257">
              <w:rPr>
                <w:rFonts w:ascii="Dubai" w:hAnsi="Dubai" w:cs="Dubai"/>
              </w:rPr>
              <w:t>Initiate the signature process</w:t>
            </w:r>
            <w:r>
              <w:rPr>
                <w:rFonts w:ascii="Dubai" w:hAnsi="Dubai" w:cs="Dubai"/>
              </w:rPr>
              <w:t xml:space="preserve"> API</w:t>
            </w:r>
          </w:p>
        </w:tc>
        <w:tc>
          <w:tcPr>
            <w:tcW w:w="1256" w:type="dxa"/>
          </w:tcPr>
          <w:p w14:paraId="1F24C069" w14:textId="0BCC4810" w:rsidR="00BD3087" w:rsidRDefault="00A42555" w:rsidP="00A42555">
            <w:pPr>
              <w:spacing w:line="240" w:lineRule="auto"/>
              <w:jc w:val="center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Yes</w:t>
            </w:r>
          </w:p>
        </w:tc>
      </w:tr>
      <w:tr w:rsidR="00BD3087" w:rsidRPr="0033784C" w14:paraId="75C7569B" w14:textId="77777777" w:rsidTr="00F71207">
        <w:trPr>
          <w:trHeight w:val="760"/>
        </w:trPr>
        <w:tc>
          <w:tcPr>
            <w:tcW w:w="1339" w:type="dxa"/>
          </w:tcPr>
          <w:p w14:paraId="0692CA24" w14:textId="77777777" w:rsidR="00BD3087" w:rsidRPr="0033784C" w:rsidRDefault="00BD3087" w:rsidP="00103FA2">
            <w:pPr>
              <w:pStyle w:val="DeGNumberingLevel1"/>
              <w:jc w:val="left"/>
              <w:rPr>
                <w:rFonts w:ascii="Dubai" w:hAnsi="Dubai" w:cs="Dubai"/>
                <w:b/>
                <w:bCs/>
                <w:i/>
                <w:iCs/>
              </w:rPr>
            </w:pPr>
          </w:p>
        </w:tc>
        <w:tc>
          <w:tcPr>
            <w:tcW w:w="7470" w:type="dxa"/>
          </w:tcPr>
          <w:p w14:paraId="48616892" w14:textId="6523B05E" w:rsidR="00BD3087" w:rsidRDefault="00646BA7" w:rsidP="00103FA2">
            <w:pPr>
              <w:jc w:val="both"/>
              <w:rPr>
                <w:rFonts w:ascii="Dubai" w:hAnsi="Dubai" w:cs="Dubai"/>
              </w:rPr>
            </w:pPr>
            <w:r w:rsidRPr="00646BA7">
              <w:rPr>
                <w:rFonts w:ascii="Dubai" w:hAnsi="Dubai" w:cs="Dubai"/>
              </w:rPr>
              <w:t>Obtain the sign</w:t>
            </w:r>
            <w:r w:rsidR="008D5257">
              <w:rPr>
                <w:rFonts w:ascii="Dubai" w:hAnsi="Dubai" w:cs="Dubai"/>
              </w:rPr>
              <w:t>ing access token</w:t>
            </w:r>
            <w:r w:rsidR="001113E7">
              <w:rPr>
                <w:rFonts w:ascii="Dubai" w:hAnsi="Dubai" w:cs="Dubai"/>
              </w:rPr>
              <w:t xml:space="preserve"> after providing signing complex password</w:t>
            </w:r>
          </w:p>
        </w:tc>
        <w:tc>
          <w:tcPr>
            <w:tcW w:w="1256" w:type="dxa"/>
          </w:tcPr>
          <w:p w14:paraId="5BF58A4B" w14:textId="78F36FC5" w:rsidR="00BD3087" w:rsidRDefault="00A42555" w:rsidP="00103FA2">
            <w:pPr>
              <w:jc w:val="center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Yes</w:t>
            </w:r>
          </w:p>
        </w:tc>
      </w:tr>
      <w:tr w:rsidR="001113E7" w:rsidRPr="0033784C" w14:paraId="6779534A" w14:textId="77777777" w:rsidTr="00F71207">
        <w:trPr>
          <w:trHeight w:val="760"/>
        </w:trPr>
        <w:tc>
          <w:tcPr>
            <w:tcW w:w="1339" w:type="dxa"/>
          </w:tcPr>
          <w:p w14:paraId="486EB76E" w14:textId="77777777" w:rsidR="001113E7" w:rsidRPr="0033784C" w:rsidRDefault="001113E7" w:rsidP="00103FA2">
            <w:pPr>
              <w:pStyle w:val="DeGNumberingLevel1"/>
              <w:jc w:val="left"/>
              <w:rPr>
                <w:rFonts w:ascii="Dubai" w:hAnsi="Dubai" w:cs="Dubai"/>
                <w:b/>
                <w:bCs/>
                <w:i/>
                <w:iCs/>
              </w:rPr>
            </w:pPr>
          </w:p>
        </w:tc>
        <w:tc>
          <w:tcPr>
            <w:tcW w:w="7470" w:type="dxa"/>
          </w:tcPr>
          <w:p w14:paraId="5A7FDF8F" w14:textId="674D376F" w:rsidR="001113E7" w:rsidRPr="00646BA7" w:rsidRDefault="001113E7" w:rsidP="00103FA2">
            <w:pPr>
              <w:jc w:val="both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 xml:space="preserve">Able to get the access token by changing the </w:t>
            </w:r>
            <w:r w:rsidRPr="00A51865">
              <w:rPr>
                <w:rFonts w:ascii="Dubai" w:hAnsi="Dubai" w:cs="Dubai"/>
                <w:highlight w:val="yellow"/>
              </w:rPr>
              <w:t>sigRect</w:t>
            </w:r>
            <w:r w:rsidRPr="001113E7">
              <w:rPr>
                <w:rFonts w:ascii="Dubai" w:hAnsi="Dubai" w:cs="Dubai"/>
              </w:rPr>
              <w:t xml:space="preserve"> and </w:t>
            </w:r>
            <w:r w:rsidRPr="00A51865">
              <w:rPr>
                <w:rFonts w:ascii="Dubai" w:hAnsi="Dubai" w:cs="Dubai"/>
                <w:highlight w:val="yellow"/>
              </w:rPr>
              <w:t>sigPageNo</w:t>
            </w:r>
            <w:r>
              <w:rPr>
                <w:rFonts w:ascii="Dubai" w:hAnsi="Dubai" w:cs="Dubai"/>
              </w:rPr>
              <w:t xml:space="preserve"> </w:t>
            </w:r>
            <w:r w:rsidR="00A51865">
              <w:rPr>
                <w:rFonts w:ascii="Dubai" w:hAnsi="Dubai" w:cs="Dubai"/>
              </w:rPr>
              <w:t>to</w:t>
            </w:r>
            <w:r>
              <w:rPr>
                <w:rFonts w:ascii="Dubai" w:hAnsi="Dubai" w:cs="Dubai"/>
              </w:rPr>
              <w:t xml:space="preserve"> Initiate the signing process API</w:t>
            </w:r>
            <w:r w:rsidR="00A51865">
              <w:rPr>
                <w:rFonts w:ascii="Dubai" w:hAnsi="Dubai" w:cs="Dubai"/>
              </w:rPr>
              <w:t xml:space="preserve"> (These paraments are related to signature position on the document)</w:t>
            </w:r>
          </w:p>
        </w:tc>
        <w:tc>
          <w:tcPr>
            <w:tcW w:w="1256" w:type="dxa"/>
          </w:tcPr>
          <w:p w14:paraId="76B060AA" w14:textId="476A922D" w:rsidR="001113E7" w:rsidRDefault="00A42555" w:rsidP="00103FA2">
            <w:pPr>
              <w:jc w:val="center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Yes</w:t>
            </w:r>
          </w:p>
        </w:tc>
      </w:tr>
      <w:tr w:rsidR="00BD3087" w:rsidRPr="0033784C" w14:paraId="61401AE9" w14:textId="77777777" w:rsidTr="00F71207">
        <w:trPr>
          <w:trHeight w:val="760"/>
        </w:trPr>
        <w:tc>
          <w:tcPr>
            <w:tcW w:w="1339" w:type="dxa"/>
          </w:tcPr>
          <w:p w14:paraId="7B525FB5" w14:textId="77777777" w:rsidR="00BD3087" w:rsidRPr="0033784C" w:rsidRDefault="00BD3087" w:rsidP="00103FA2">
            <w:pPr>
              <w:pStyle w:val="DeGNumberingLevel1"/>
              <w:jc w:val="left"/>
              <w:rPr>
                <w:rFonts w:ascii="Dubai" w:hAnsi="Dubai" w:cs="Dubai"/>
                <w:b/>
                <w:bCs/>
                <w:i/>
                <w:iCs/>
              </w:rPr>
            </w:pPr>
          </w:p>
        </w:tc>
        <w:tc>
          <w:tcPr>
            <w:tcW w:w="7470" w:type="dxa"/>
          </w:tcPr>
          <w:p w14:paraId="222E9612" w14:textId="594BC1A6" w:rsidR="00BD3087" w:rsidRDefault="001113E7" w:rsidP="00103FA2">
            <w:pPr>
              <w:jc w:val="both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 xml:space="preserve">Fetch the signed document by invoking </w:t>
            </w:r>
            <w:r w:rsidR="008D5257">
              <w:rPr>
                <w:rFonts w:ascii="Dubai" w:hAnsi="Dubai" w:cs="Dubai"/>
              </w:rPr>
              <w:t>Sign the PDF document</w:t>
            </w:r>
            <w:r>
              <w:rPr>
                <w:rFonts w:ascii="Dubai" w:hAnsi="Dubai" w:cs="Dubai"/>
              </w:rPr>
              <w:t xml:space="preserve"> API</w:t>
            </w:r>
          </w:p>
        </w:tc>
        <w:tc>
          <w:tcPr>
            <w:tcW w:w="1256" w:type="dxa"/>
          </w:tcPr>
          <w:p w14:paraId="703FF8FE" w14:textId="0366DF40" w:rsidR="00BD3087" w:rsidRDefault="00A42555" w:rsidP="00103FA2">
            <w:pPr>
              <w:jc w:val="center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Yes</w:t>
            </w:r>
          </w:p>
        </w:tc>
      </w:tr>
      <w:tr w:rsidR="00BE7AFA" w:rsidRPr="0033784C" w14:paraId="5C51D939" w14:textId="77777777" w:rsidTr="00F71207">
        <w:trPr>
          <w:trHeight w:val="760"/>
        </w:trPr>
        <w:tc>
          <w:tcPr>
            <w:tcW w:w="1339" w:type="dxa"/>
          </w:tcPr>
          <w:p w14:paraId="010981F7" w14:textId="77777777" w:rsidR="00BE7AFA" w:rsidRPr="0033784C" w:rsidRDefault="00BE7AFA" w:rsidP="00103FA2">
            <w:pPr>
              <w:pStyle w:val="DeGNumberingLevel1"/>
              <w:jc w:val="left"/>
              <w:rPr>
                <w:rFonts w:ascii="Dubai" w:hAnsi="Dubai" w:cs="Dubai"/>
                <w:b/>
                <w:bCs/>
                <w:i/>
                <w:iCs/>
              </w:rPr>
            </w:pPr>
          </w:p>
        </w:tc>
        <w:tc>
          <w:tcPr>
            <w:tcW w:w="7470" w:type="dxa"/>
          </w:tcPr>
          <w:p w14:paraId="64CBA477" w14:textId="3E74B874" w:rsidR="00BE7AFA" w:rsidRDefault="00BE7AFA" w:rsidP="00103FA2">
            <w:pPr>
              <w:jc w:val="both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Able to open the signed PDF document</w:t>
            </w:r>
          </w:p>
        </w:tc>
        <w:tc>
          <w:tcPr>
            <w:tcW w:w="1256" w:type="dxa"/>
          </w:tcPr>
          <w:p w14:paraId="73714ADC" w14:textId="410D2596" w:rsidR="00BE7AFA" w:rsidRDefault="00A42555" w:rsidP="00103FA2">
            <w:pPr>
              <w:jc w:val="center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Yes</w:t>
            </w:r>
          </w:p>
        </w:tc>
      </w:tr>
      <w:tr w:rsidR="00BE7AFA" w:rsidRPr="0033784C" w14:paraId="53E60EEF" w14:textId="77777777" w:rsidTr="00F71207">
        <w:trPr>
          <w:trHeight w:val="760"/>
        </w:trPr>
        <w:tc>
          <w:tcPr>
            <w:tcW w:w="1339" w:type="dxa"/>
          </w:tcPr>
          <w:p w14:paraId="60C83C5E" w14:textId="77777777" w:rsidR="00BE7AFA" w:rsidRPr="0033784C" w:rsidRDefault="00BE7AFA" w:rsidP="00103FA2">
            <w:pPr>
              <w:pStyle w:val="DeGNumberingLevel1"/>
              <w:jc w:val="left"/>
              <w:rPr>
                <w:rFonts w:ascii="Dubai" w:hAnsi="Dubai" w:cs="Dubai"/>
                <w:b/>
                <w:bCs/>
                <w:i/>
                <w:iCs/>
              </w:rPr>
            </w:pPr>
          </w:p>
        </w:tc>
        <w:tc>
          <w:tcPr>
            <w:tcW w:w="7470" w:type="dxa"/>
          </w:tcPr>
          <w:p w14:paraId="7CC0D3BD" w14:textId="20E1E1D3" w:rsidR="00BE7AFA" w:rsidRDefault="00BE7AFA" w:rsidP="00103FA2">
            <w:pPr>
              <w:jc w:val="both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Able to see the signature on the document in desired position</w:t>
            </w:r>
            <w:r w:rsidR="00A51865">
              <w:rPr>
                <w:rFonts w:ascii="Dubai" w:hAnsi="Dubai" w:cs="Dubai"/>
              </w:rPr>
              <w:t xml:space="preserve"> (As per parameter given in step 7)</w:t>
            </w:r>
          </w:p>
        </w:tc>
        <w:tc>
          <w:tcPr>
            <w:tcW w:w="1256" w:type="dxa"/>
          </w:tcPr>
          <w:p w14:paraId="0C87E197" w14:textId="18BC5789" w:rsidR="00BE7AFA" w:rsidRDefault="00A42555" w:rsidP="00103FA2">
            <w:pPr>
              <w:jc w:val="center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Yes</w:t>
            </w:r>
          </w:p>
        </w:tc>
      </w:tr>
      <w:tr w:rsidR="001113E7" w:rsidRPr="0033784C" w14:paraId="45D3FD7C" w14:textId="77777777" w:rsidTr="00F71207">
        <w:trPr>
          <w:trHeight w:val="760"/>
        </w:trPr>
        <w:tc>
          <w:tcPr>
            <w:tcW w:w="1339" w:type="dxa"/>
          </w:tcPr>
          <w:p w14:paraId="3976E606" w14:textId="77777777" w:rsidR="001113E7" w:rsidRPr="0033784C" w:rsidRDefault="001113E7" w:rsidP="00103FA2">
            <w:pPr>
              <w:pStyle w:val="DeGNumberingLevel1"/>
              <w:jc w:val="left"/>
              <w:rPr>
                <w:rFonts w:ascii="Dubai" w:hAnsi="Dubai" w:cs="Dubai"/>
                <w:b/>
                <w:bCs/>
                <w:i/>
                <w:iCs/>
              </w:rPr>
            </w:pPr>
          </w:p>
        </w:tc>
        <w:tc>
          <w:tcPr>
            <w:tcW w:w="7470" w:type="dxa"/>
          </w:tcPr>
          <w:p w14:paraId="21634A20" w14:textId="13681614" w:rsidR="001113E7" w:rsidRDefault="001113E7" w:rsidP="00103FA2">
            <w:pPr>
              <w:jc w:val="both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Able to sign single pdf document</w:t>
            </w:r>
          </w:p>
        </w:tc>
        <w:tc>
          <w:tcPr>
            <w:tcW w:w="1256" w:type="dxa"/>
          </w:tcPr>
          <w:p w14:paraId="791F6E36" w14:textId="47E8EAD5" w:rsidR="001113E7" w:rsidRDefault="00A42555" w:rsidP="00103FA2">
            <w:pPr>
              <w:jc w:val="center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Yes</w:t>
            </w:r>
          </w:p>
        </w:tc>
      </w:tr>
      <w:tr w:rsidR="001113E7" w:rsidRPr="0033784C" w14:paraId="1CAB9A9B" w14:textId="77777777" w:rsidTr="00F71207">
        <w:trPr>
          <w:trHeight w:val="760"/>
        </w:trPr>
        <w:tc>
          <w:tcPr>
            <w:tcW w:w="1339" w:type="dxa"/>
          </w:tcPr>
          <w:p w14:paraId="4FAAEDF7" w14:textId="77777777" w:rsidR="001113E7" w:rsidRPr="0033784C" w:rsidRDefault="001113E7" w:rsidP="00103FA2">
            <w:pPr>
              <w:pStyle w:val="DeGNumberingLevel1"/>
              <w:jc w:val="left"/>
              <w:rPr>
                <w:rFonts w:ascii="Dubai" w:hAnsi="Dubai" w:cs="Dubai"/>
                <w:b/>
                <w:bCs/>
                <w:i/>
                <w:iCs/>
              </w:rPr>
            </w:pPr>
          </w:p>
        </w:tc>
        <w:tc>
          <w:tcPr>
            <w:tcW w:w="7470" w:type="dxa"/>
          </w:tcPr>
          <w:p w14:paraId="6B7800D5" w14:textId="75DE70B0" w:rsidR="001113E7" w:rsidRDefault="001113E7" w:rsidP="00103FA2">
            <w:pPr>
              <w:jc w:val="both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Able to sign multiple pdf documents</w:t>
            </w:r>
          </w:p>
        </w:tc>
        <w:tc>
          <w:tcPr>
            <w:tcW w:w="1256" w:type="dxa"/>
          </w:tcPr>
          <w:p w14:paraId="75C4DEFE" w14:textId="52994053" w:rsidR="001113E7" w:rsidRDefault="00BB3E45" w:rsidP="00103FA2">
            <w:pPr>
              <w:jc w:val="center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NA</w:t>
            </w:r>
          </w:p>
        </w:tc>
      </w:tr>
      <w:tr w:rsidR="00BE7AFA" w:rsidRPr="0033784C" w14:paraId="7D50432F" w14:textId="77777777" w:rsidTr="00F71207">
        <w:trPr>
          <w:trHeight w:val="760"/>
        </w:trPr>
        <w:tc>
          <w:tcPr>
            <w:tcW w:w="1339" w:type="dxa"/>
          </w:tcPr>
          <w:p w14:paraId="06C5F79D" w14:textId="77777777" w:rsidR="00BE7AFA" w:rsidRPr="0033784C" w:rsidRDefault="00BE7AFA" w:rsidP="00103FA2">
            <w:pPr>
              <w:pStyle w:val="DeGNumberingLevel1"/>
              <w:jc w:val="left"/>
              <w:rPr>
                <w:rFonts w:ascii="Dubai" w:hAnsi="Dubai" w:cs="Dubai"/>
                <w:b/>
                <w:bCs/>
                <w:i/>
                <w:iCs/>
              </w:rPr>
            </w:pPr>
          </w:p>
        </w:tc>
        <w:tc>
          <w:tcPr>
            <w:tcW w:w="7470" w:type="dxa"/>
          </w:tcPr>
          <w:p w14:paraId="73B8E998" w14:textId="2683C937" w:rsidR="00BE7AFA" w:rsidRDefault="00BE7AFA" w:rsidP="00103FA2">
            <w:pPr>
              <w:jc w:val="both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If user is trying with userType other than SOP3, make sure that proper error message is thrown</w:t>
            </w:r>
          </w:p>
        </w:tc>
        <w:tc>
          <w:tcPr>
            <w:tcW w:w="1256" w:type="dxa"/>
          </w:tcPr>
          <w:p w14:paraId="17E668D4" w14:textId="4DA4799C" w:rsidR="00BE7AFA" w:rsidRDefault="00A42555" w:rsidP="00103FA2">
            <w:pPr>
              <w:jc w:val="center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Yes</w:t>
            </w:r>
          </w:p>
        </w:tc>
      </w:tr>
      <w:tr w:rsidR="00BE7AFA" w:rsidRPr="0033784C" w14:paraId="4389BE5E" w14:textId="77777777" w:rsidTr="00F71207">
        <w:trPr>
          <w:trHeight w:val="760"/>
        </w:trPr>
        <w:tc>
          <w:tcPr>
            <w:tcW w:w="1339" w:type="dxa"/>
          </w:tcPr>
          <w:p w14:paraId="0B106F0F" w14:textId="77777777" w:rsidR="00BE7AFA" w:rsidRPr="0033784C" w:rsidRDefault="00BE7AFA" w:rsidP="00103FA2">
            <w:pPr>
              <w:pStyle w:val="DeGNumberingLevel1"/>
              <w:jc w:val="left"/>
              <w:rPr>
                <w:rFonts w:ascii="Dubai" w:hAnsi="Dubai" w:cs="Dubai"/>
                <w:b/>
                <w:bCs/>
                <w:i/>
                <w:iCs/>
              </w:rPr>
            </w:pPr>
          </w:p>
        </w:tc>
        <w:tc>
          <w:tcPr>
            <w:tcW w:w="7470" w:type="dxa"/>
          </w:tcPr>
          <w:p w14:paraId="108152AA" w14:textId="2CA60F0D" w:rsidR="00BE7AFA" w:rsidRDefault="00A51865" w:rsidP="00103FA2">
            <w:pPr>
              <w:jc w:val="both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Above t</w:t>
            </w:r>
            <w:r w:rsidR="00BE7AFA">
              <w:rPr>
                <w:rFonts w:ascii="Dubai" w:hAnsi="Dubai" w:cs="Dubai"/>
              </w:rPr>
              <w:t>esting is done on node6 mode of client credentials</w:t>
            </w:r>
          </w:p>
        </w:tc>
        <w:tc>
          <w:tcPr>
            <w:tcW w:w="1256" w:type="dxa"/>
          </w:tcPr>
          <w:p w14:paraId="4C4D10C9" w14:textId="0496ACA9" w:rsidR="00BE7AFA" w:rsidRDefault="00A42555" w:rsidP="00103FA2">
            <w:pPr>
              <w:jc w:val="center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Yes</w:t>
            </w:r>
          </w:p>
        </w:tc>
      </w:tr>
      <w:tr w:rsidR="00BE7AFA" w:rsidRPr="0033784C" w14:paraId="4827B23A" w14:textId="77777777" w:rsidTr="00F71207">
        <w:trPr>
          <w:trHeight w:val="760"/>
        </w:trPr>
        <w:tc>
          <w:tcPr>
            <w:tcW w:w="1339" w:type="dxa"/>
          </w:tcPr>
          <w:p w14:paraId="18A00C6C" w14:textId="77777777" w:rsidR="00BE7AFA" w:rsidRPr="0033784C" w:rsidRDefault="00BE7AFA" w:rsidP="00103FA2">
            <w:pPr>
              <w:pStyle w:val="DeGNumberingLevel1"/>
              <w:jc w:val="left"/>
              <w:rPr>
                <w:rFonts w:ascii="Dubai" w:hAnsi="Dubai" w:cs="Dubai"/>
                <w:b/>
                <w:bCs/>
                <w:i/>
                <w:iCs/>
              </w:rPr>
            </w:pPr>
          </w:p>
        </w:tc>
        <w:tc>
          <w:tcPr>
            <w:tcW w:w="7470" w:type="dxa"/>
          </w:tcPr>
          <w:p w14:paraId="4F0943E1" w14:textId="4B5D2D0D" w:rsidR="00BE7AFA" w:rsidRDefault="00A51865" w:rsidP="00103FA2">
            <w:pPr>
              <w:jc w:val="both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Above t</w:t>
            </w:r>
            <w:r w:rsidR="00BE7AFA">
              <w:rPr>
                <w:rFonts w:ascii="Dubai" w:hAnsi="Dubai" w:cs="Dubai"/>
              </w:rPr>
              <w:t>esting is done on TrustedX mode of client credentials</w:t>
            </w:r>
          </w:p>
        </w:tc>
        <w:tc>
          <w:tcPr>
            <w:tcW w:w="1256" w:type="dxa"/>
          </w:tcPr>
          <w:p w14:paraId="317DF4DE" w14:textId="468D894E" w:rsidR="00BE7AFA" w:rsidRDefault="00A42555" w:rsidP="00103FA2">
            <w:pPr>
              <w:jc w:val="center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Yes</w:t>
            </w:r>
          </w:p>
        </w:tc>
      </w:tr>
      <w:tr w:rsidR="00844BFB" w:rsidRPr="0033784C" w14:paraId="7466033D" w14:textId="77777777" w:rsidTr="00F71207">
        <w:trPr>
          <w:trHeight w:val="760"/>
        </w:trPr>
        <w:tc>
          <w:tcPr>
            <w:tcW w:w="1339" w:type="dxa"/>
          </w:tcPr>
          <w:p w14:paraId="0EC3A0C2" w14:textId="77777777" w:rsidR="00844BFB" w:rsidRPr="0033784C" w:rsidRDefault="00844BFB" w:rsidP="00103FA2">
            <w:pPr>
              <w:pStyle w:val="DeGNumberingLevel1"/>
              <w:jc w:val="left"/>
              <w:rPr>
                <w:rFonts w:ascii="Dubai" w:hAnsi="Dubai" w:cs="Dubai"/>
                <w:b/>
                <w:bCs/>
                <w:i/>
                <w:iCs/>
              </w:rPr>
            </w:pPr>
          </w:p>
        </w:tc>
        <w:tc>
          <w:tcPr>
            <w:tcW w:w="7470" w:type="dxa"/>
          </w:tcPr>
          <w:p w14:paraId="01FAEFB2" w14:textId="38795007" w:rsidR="00844BFB" w:rsidRDefault="00844BFB" w:rsidP="00844BFB">
            <w:pPr>
              <w:tabs>
                <w:tab w:val="left" w:pos="2380"/>
              </w:tabs>
              <w:jc w:val="both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 xml:space="preserve">Multiple users </w:t>
            </w:r>
            <w:proofErr w:type="gramStart"/>
            <w:r>
              <w:rPr>
                <w:rFonts w:ascii="Dubai" w:hAnsi="Dubai" w:cs="Dubai"/>
              </w:rPr>
              <w:t>are</w:t>
            </w:r>
            <w:r w:rsidR="002B5021">
              <w:rPr>
                <w:rFonts w:ascii="Dubai" w:hAnsi="Dubai" w:cs="Dubai"/>
              </w:rPr>
              <w:t xml:space="preserve"> </w:t>
            </w:r>
            <w:r>
              <w:rPr>
                <w:rFonts w:ascii="Dubai" w:hAnsi="Dubai" w:cs="Dubai"/>
              </w:rPr>
              <w:t>able to</w:t>
            </w:r>
            <w:proofErr w:type="gramEnd"/>
            <w:r>
              <w:rPr>
                <w:rFonts w:ascii="Dubai" w:hAnsi="Dubai" w:cs="Dubai"/>
              </w:rPr>
              <w:t xml:space="preserve"> sign the same document</w:t>
            </w:r>
          </w:p>
        </w:tc>
        <w:tc>
          <w:tcPr>
            <w:tcW w:w="1256" w:type="dxa"/>
          </w:tcPr>
          <w:p w14:paraId="12CA4281" w14:textId="345FE4C2" w:rsidR="00844BFB" w:rsidRDefault="00A42555" w:rsidP="00103FA2">
            <w:pPr>
              <w:jc w:val="center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Yes</w:t>
            </w:r>
          </w:p>
        </w:tc>
      </w:tr>
      <w:tr w:rsidR="004F12AF" w:rsidRPr="0033784C" w14:paraId="1F433134" w14:textId="77777777" w:rsidTr="00F71207">
        <w:trPr>
          <w:trHeight w:val="760"/>
        </w:trPr>
        <w:tc>
          <w:tcPr>
            <w:tcW w:w="1339" w:type="dxa"/>
          </w:tcPr>
          <w:p w14:paraId="7D3E760B" w14:textId="77777777" w:rsidR="004F12AF" w:rsidRPr="0033784C" w:rsidRDefault="004F12AF" w:rsidP="00103FA2">
            <w:pPr>
              <w:pStyle w:val="DeGNumberingLevel1"/>
              <w:jc w:val="left"/>
              <w:rPr>
                <w:rFonts w:ascii="Dubai" w:hAnsi="Dubai" w:cs="Dubai"/>
                <w:b/>
                <w:bCs/>
                <w:i/>
                <w:iCs/>
              </w:rPr>
            </w:pPr>
          </w:p>
        </w:tc>
        <w:tc>
          <w:tcPr>
            <w:tcW w:w="7470" w:type="dxa"/>
          </w:tcPr>
          <w:p w14:paraId="604390EF" w14:textId="5BDE6FA5" w:rsidR="004F12AF" w:rsidRDefault="004F12AF" w:rsidP="00844BFB">
            <w:pPr>
              <w:tabs>
                <w:tab w:val="left" w:pos="2380"/>
              </w:tabs>
              <w:jc w:val="both"/>
              <w:rPr>
                <w:rFonts w:ascii="Dubai" w:hAnsi="Dubai" w:cs="Dubai"/>
              </w:rPr>
            </w:pPr>
            <w:r w:rsidRPr="00B7602C">
              <w:rPr>
                <w:rFonts w:ascii="Dubai" w:hAnsi="Dubai" w:cs="Dubai"/>
              </w:rPr>
              <w:t xml:space="preserve">User with </w:t>
            </w:r>
            <w:r>
              <w:rPr>
                <w:rFonts w:ascii="Dubai" w:hAnsi="Dubai" w:cs="Dubai"/>
              </w:rPr>
              <w:t>Advance</w:t>
            </w:r>
            <w:r w:rsidRPr="00B7602C">
              <w:rPr>
                <w:rFonts w:ascii="Dubai" w:hAnsi="Dubai" w:cs="Dubai"/>
              </w:rPr>
              <w:t xml:space="preserve"> Signing certificate allowed to sign </w:t>
            </w:r>
            <w:r>
              <w:rPr>
                <w:rFonts w:ascii="Dubai" w:hAnsi="Dubai" w:cs="Dubai"/>
              </w:rPr>
              <w:t>the document</w:t>
            </w:r>
          </w:p>
        </w:tc>
        <w:tc>
          <w:tcPr>
            <w:tcW w:w="1256" w:type="dxa"/>
          </w:tcPr>
          <w:p w14:paraId="1B1C144B" w14:textId="381F3EED" w:rsidR="004F12AF" w:rsidRDefault="00A42555" w:rsidP="00103FA2">
            <w:pPr>
              <w:jc w:val="center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Yes</w:t>
            </w:r>
          </w:p>
        </w:tc>
      </w:tr>
      <w:tr w:rsidR="00A51865" w:rsidRPr="0033784C" w14:paraId="35682042" w14:textId="77777777" w:rsidTr="00F71207">
        <w:trPr>
          <w:trHeight w:val="760"/>
        </w:trPr>
        <w:tc>
          <w:tcPr>
            <w:tcW w:w="1339" w:type="dxa"/>
          </w:tcPr>
          <w:p w14:paraId="2BE3A26B" w14:textId="77777777" w:rsidR="00A51865" w:rsidRPr="0033784C" w:rsidRDefault="00A51865" w:rsidP="00103FA2">
            <w:pPr>
              <w:pStyle w:val="DeGNumberingLevel1"/>
              <w:jc w:val="left"/>
              <w:rPr>
                <w:rFonts w:ascii="Dubai" w:hAnsi="Dubai" w:cs="Dubai"/>
                <w:b/>
                <w:bCs/>
                <w:i/>
                <w:iCs/>
              </w:rPr>
            </w:pPr>
          </w:p>
        </w:tc>
        <w:tc>
          <w:tcPr>
            <w:tcW w:w="7470" w:type="dxa"/>
          </w:tcPr>
          <w:p w14:paraId="56DAB9A3" w14:textId="7F700EDF" w:rsidR="00A51865" w:rsidRPr="00B7602C" w:rsidRDefault="00A51865" w:rsidP="00844BFB">
            <w:pPr>
              <w:tabs>
                <w:tab w:val="left" w:pos="2380"/>
              </w:tabs>
              <w:jc w:val="both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Document signed through hash signing utility should be verified successfully through SSP and mobile apps.</w:t>
            </w:r>
          </w:p>
        </w:tc>
        <w:tc>
          <w:tcPr>
            <w:tcW w:w="1256" w:type="dxa"/>
          </w:tcPr>
          <w:p w14:paraId="20108918" w14:textId="0DBE75C6" w:rsidR="00A51865" w:rsidRDefault="00A42555" w:rsidP="00103FA2">
            <w:pPr>
              <w:jc w:val="center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Yes</w:t>
            </w:r>
          </w:p>
        </w:tc>
      </w:tr>
      <w:tr w:rsidR="00813A72" w:rsidRPr="0033784C" w14:paraId="447D2791" w14:textId="77777777" w:rsidTr="00F71207">
        <w:trPr>
          <w:trHeight w:val="760"/>
        </w:trPr>
        <w:tc>
          <w:tcPr>
            <w:tcW w:w="1339" w:type="dxa"/>
          </w:tcPr>
          <w:p w14:paraId="2A5ABE62" w14:textId="77777777" w:rsidR="00813A72" w:rsidRPr="0033784C" w:rsidRDefault="00813A72" w:rsidP="00103FA2">
            <w:pPr>
              <w:pStyle w:val="DeGNumberingLevel1"/>
              <w:jc w:val="left"/>
              <w:rPr>
                <w:rFonts w:ascii="Dubai" w:hAnsi="Dubai" w:cs="Dubai"/>
                <w:b/>
                <w:bCs/>
                <w:i/>
                <w:iCs/>
              </w:rPr>
            </w:pPr>
          </w:p>
        </w:tc>
        <w:tc>
          <w:tcPr>
            <w:tcW w:w="7470" w:type="dxa"/>
          </w:tcPr>
          <w:p w14:paraId="76468E17" w14:textId="661C3664" w:rsidR="00813A72" w:rsidRDefault="00813A72" w:rsidP="00844BFB">
            <w:pPr>
              <w:tabs>
                <w:tab w:val="left" w:pos="2380"/>
              </w:tabs>
              <w:jc w:val="both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Verify LTV</w:t>
            </w:r>
          </w:p>
        </w:tc>
        <w:tc>
          <w:tcPr>
            <w:tcW w:w="1256" w:type="dxa"/>
          </w:tcPr>
          <w:p w14:paraId="0BC5F60E" w14:textId="43C0CD40" w:rsidR="00813A72" w:rsidRDefault="00813A72" w:rsidP="00103FA2">
            <w:pPr>
              <w:jc w:val="center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Yes</w:t>
            </w:r>
          </w:p>
        </w:tc>
      </w:tr>
    </w:tbl>
    <w:p w14:paraId="7CCF2A69" w14:textId="29AFC016" w:rsidR="00A56D62" w:rsidRPr="001113E7" w:rsidRDefault="00A56D62" w:rsidP="001113E7">
      <w:pPr>
        <w:spacing w:after="0" w:line="240" w:lineRule="auto"/>
        <w:rPr>
          <w:rFonts w:ascii="Dubai" w:hAnsi="Dubai" w:cs="Dubai"/>
          <w:color w:val="000000"/>
          <w:sz w:val="24"/>
          <w:szCs w:val="24"/>
          <w:lang w:bidi="ar-SA"/>
        </w:rPr>
      </w:pPr>
    </w:p>
    <w:sectPr w:rsidR="00A56D62" w:rsidRPr="001113E7" w:rsidSect="00233D48">
      <w:headerReference w:type="even" r:id="rId11"/>
      <w:headerReference w:type="default" r:id="rId12"/>
      <w:footerReference w:type="default" r:id="rId13"/>
      <w:headerReference w:type="first" r:id="rId14"/>
      <w:pgSz w:w="12240" w:h="15840"/>
      <w:pgMar w:top="1440" w:right="1800" w:bottom="1440" w:left="1800" w:header="288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4C8117" w14:textId="77777777" w:rsidR="00235DA3" w:rsidRDefault="00235DA3" w:rsidP="000E435D">
      <w:pPr>
        <w:spacing w:after="0" w:line="240" w:lineRule="auto"/>
      </w:pPr>
      <w:r>
        <w:separator/>
      </w:r>
    </w:p>
  </w:endnote>
  <w:endnote w:type="continuationSeparator" w:id="0">
    <w:p w14:paraId="6C650003" w14:textId="77777777" w:rsidR="00235DA3" w:rsidRDefault="00235DA3" w:rsidP="000E4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506" w:type="dxa"/>
      <w:tblInd w:w="108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506"/>
    </w:tblGrid>
    <w:tr w:rsidR="00B965D7" w:rsidRPr="00A47094" w14:paraId="5F4EC68C" w14:textId="77777777" w:rsidTr="000040FD">
      <w:trPr>
        <w:cantSplit/>
        <w:trHeight w:val="352"/>
      </w:trPr>
      <w:tc>
        <w:tcPr>
          <w:tcW w:w="8506" w:type="dxa"/>
          <w:tcBorders>
            <w:top w:val="single" w:sz="12" w:space="0" w:color="4F81BD" w:themeColor="accent1"/>
          </w:tcBorders>
          <w:shd w:val="clear" w:color="auto" w:fill="auto"/>
        </w:tcPr>
        <w:p w14:paraId="0F8E408B" w14:textId="036AFDCD" w:rsidR="00B965D7" w:rsidRPr="00C43317" w:rsidRDefault="00701FE6" w:rsidP="00C43317">
          <w:pPr>
            <w:pStyle w:val="Footer"/>
            <w:tabs>
              <w:tab w:val="right" w:pos="9540"/>
            </w:tabs>
            <w:rPr>
              <w:rFonts w:asciiTheme="minorHAnsi" w:hAnsiTheme="minorHAnsi"/>
              <w:color w:val="0F243E" w:themeColor="text2" w:themeShade="80"/>
              <w:sz w:val="18"/>
              <w:szCs w:val="18"/>
            </w:rPr>
          </w:pPr>
          <w:bookmarkStart w:id="6" w:name="OLE_LINK9"/>
          <w:bookmarkStart w:id="7" w:name="OLE_LINK10"/>
          <w:bookmarkStart w:id="8" w:name="OLE_LINK21"/>
          <w:bookmarkStart w:id="9" w:name="OLE_LINK24"/>
          <w:r>
            <w:rPr>
              <w:rFonts w:asciiTheme="minorHAnsi" w:hAnsiTheme="minorHAnsi"/>
              <w:color w:val="0F243E" w:themeColor="text2" w:themeShade="80"/>
              <w:sz w:val="18"/>
              <w:szCs w:val="18"/>
            </w:rPr>
            <w:t>UAE PASS</w:t>
          </w:r>
          <w:r w:rsidR="00B965D7" w:rsidRPr="000040FD">
            <w:rPr>
              <w:rFonts w:asciiTheme="minorHAnsi" w:hAnsiTheme="minorHAnsi"/>
              <w:color w:val="0F243E" w:themeColor="text2" w:themeShade="80"/>
              <w:sz w:val="18"/>
              <w:szCs w:val="18"/>
            </w:rPr>
            <w:t xml:space="preserve"> </w:t>
          </w:r>
          <w:r w:rsidR="00C43317">
            <w:rPr>
              <w:rFonts w:asciiTheme="minorHAnsi" w:hAnsiTheme="minorHAnsi"/>
              <w:color w:val="0F243E" w:themeColor="text2" w:themeShade="80"/>
              <w:sz w:val="18"/>
              <w:szCs w:val="18"/>
            </w:rPr>
            <w:t>Hash signing Testing</w:t>
          </w:r>
          <w:r w:rsidR="00B965D7" w:rsidRPr="000040FD">
            <w:rPr>
              <w:rFonts w:asciiTheme="minorHAnsi" w:hAnsiTheme="minorHAnsi"/>
              <w:color w:val="0F243E" w:themeColor="text2" w:themeShade="80"/>
              <w:sz w:val="18"/>
              <w:szCs w:val="18"/>
            </w:rPr>
            <w:t xml:space="preserve"> Checklist</w:t>
          </w:r>
          <w:r w:rsidR="00B965D7" w:rsidRPr="000040FD">
            <w:rPr>
              <w:rFonts w:asciiTheme="minorHAnsi" w:hAnsiTheme="minorHAnsi"/>
              <w:smallCaps/>
              <w:color w:val="0F243E" w:themeColor="text2" w:themeShade="80"/>
              <w:sz w:val="18"/>
              <w:szCs w:val="18"/>
            </w:rPr>
            <w:t xml:space="preserve"> </w:t>
          </w:r>
          <w:r w:rsidR="00B965D7" w:rsidRPr="000040FD">
            <w:rPr>
              <w:rFonts w:asciiTheme="minorHAnsi" w:hAnsiTheme="minorHAnsi"/>
              <w:color w:val="0F243E" w:themeColor="text2" w:themeShade="80"/>
              <w:sz w:val="18"/>
              <w:szCs w:val="18"/>
            </w:rPr>
            <w:t xml:space="preserve">                                                                                                         Page </w:t>
          </w:r>
          <w:r w:rsidR="00B965D7" w:rsidRPr="000040FD">
            <w:rPr>
              <w:rFonts w:asciiTheme="minorHAnsi" w:hAnsiTheme="minorHAnsi"/>
              <w:color w:val="0F243E" w:themeColor="text2" w:themeShade="80"/>
              <w:sz w:val="18"/>
              <w:szCs w:val="18"/>
            </w:rPr>
            <w:fldChar w:fldCharType="begin"/>
          </w:r>
          <w:r w:rsidR="00B965D7" w:rsidRPr="000040FD">
            <w:rPr>
              <w:rFonts w:asciiTheme="minorHAnsi" w:hAnsiTheme="minorHAnsi"/>
              <w:color w:val="0F243E" w:themeColor="text2" w:themeShade="80"/>
              <w:sz w:val="18"/>
              <w:szCs w:val="18"/>
            </w:rPr>
            <w:instrText xml:space="preserve"> PAGE </w:instrText>
          </w:r>
          <w:r w:rsidR="00B965D7" w:rsidRPr="000040FD">
            <w:rPr>
              <w:rFonts w:asciiTheme="minorHAnsi" w:hAnsiTheme="minorHAnsi"/>
              <w:color w:val="0F243E" w:themeColor="text2" w:themeShade="80"/>
              <w:sz w:val="18"/>
              <w:szCs w:val="18"/>
            </w:rPr>
            <w:fldChar w:fldCharType="separate"/>
          </w:r>
          <w:r w:rsidR="00C9561E">
            <w:rPr>
              <w:rFonts w:asciiTheme="minorHAnsi" w:hAnsiTheme="minorHAnsi"/>
              <w:noProof/>
              <w:color w:val="0F243E" w:themeColor="text2" w:themeShade="80"/>
              <w:sz w:val="18"/>
              <w:szCs w:val="18"/>
            </w:rPr>
            <w:t>2</w:t>
          </w:r>
          <w:r w:rsidR="00B965D7" w:rsidRPr="000040FD">
            <w:rPr>
              <w:rFonts w:asciiTheme="minorHAnsi" w:hAnsiTheme="minorHAnsi"/>
              <w:color w:val="0F243E" w:themeColor="text2" w:themeShade="80"/>
              <w:sz w:val="18"/>
              <w:szCs w:val="18"/>
            </w:rPr>
            <w:fldChar w:fldCharType="end"/>
          </w:r>
          <w:r w:rsidR="00B965D7" w:rsidRPr="000040FD">
            <w:rPr>
              <w:rFonts w:asciiTheme="minorHAnsi" w:hAnsiTheme="minorHAnsi"/>
              <w:color w:val="0F243E" w:themeColor="text2" w:themeShade="80"/>
              <w:sz w:val="18"/>
              <w:szCs w:val="18"/>
            </w:rPr>
            <w:t xml:space="preserve"> of </w:t>
          </w:r>
          <w:r w:rsidR="00B965D7" w:rsidRPr="000040FD">
            <w:rPr>
              <w:rFonts w:asciiTheme="minorHAnsi" w:hAnsiTheme="minorHAnsi"/>
              <w:color w:val="0F243E" w:themeColor="text2" w:themeShade="80"/>
              <w:sz w:val="18"/>
              <w:szCs w:val="18"/>
            </w:rPr>
            <w:fldChar w:fldCharType="begin"/>
          </w:r>
          <w:r w:rsidR="00B965D7" w:rsidRPr="000040FD">
            <w:rPr>
              <w:rFonts w:asciiTheme="minorHAnsi" w:hAnsiTheme="minorHAnsi"/>
              <w:color w:val="0F243E" w:themeColor="text2" w:themeShade="80"/>
              <w:sz w:val="18"/>
              <w:szCs w:val="18"/>
            </w:rPr>
            <w:instrText xml:space="preserve"> NUMPAGES </w:instrText>
          </w:r>
          <w:r w:rsidR="00B965D7" w:rsidRPr="000040FD">
            <w:rPr>
              <w:rFonts w:asciiTheme="minorHAnsi" w:hAnsiTheme="minorHAnsi"/>
              <w:color w:val="0F243E" w:themeColor="text2" w:themeShade="80"/>
              <w:sz w:val="18"/>
              <w:szCs w:val="18"/>
            </w:rPr>
            <w:fldChar w:fldCharType="separate"/>
          </w:r>
          <w:r w:rsidR="00C9561E">
            <w:rPr>
              <w:rFonts w:asciiTheme="minorHAnsi" w:hAnsiTheme="minorHAnsi"/>
              <w:noProof/>
              <w:color w:val="0F243E" w:themeColor="text2" w:themeShade="80"/>
              <w:sz w:val="18"/>
              <w:szCs w:val="18"/>
            </w:rPr>
            <w:t>6</w:t>
          </w:r>
          <w:r w:rsidR="00B965D7" w:rsidRPr="000040FD">
            <w:rPr>
              <w:rFonts w:asciiTheme="minorHAnsi" w:hAnsiTheme="minorHAnsi"/>
              <w:color w:val="0F243E" w:themeColor="text2" w:themeShade="80"/>
              <w:sz w:val="18"/>
              <w:szCs w:val="18"/>
            </w:rPr>
            <w:fldChar w:fldCharType="end"/>
          </w:r>
          <w:bookmarkEnd w:id="6"/>
          <w:bookmarkEnd w:id="7"/>
          <w:bookmarkEnd w:id="8"/>
          <w:bookmarkEnd w:id="9"/>
        </w:p>
      </w:tc>
    </w:tr>
    <w:tr w:rsidR="00B965D7" w:rsidRPr="00A47094" w14:paraId="34DF8875" w14:textId="77777777" w:rsidTr="000040FD">
      <w:trPr>
        <w:cantSplit/>
        <w:trHeight w:val="352"/>
      </w:trPr>
      <w:tc>
        <w:tcPr>
          <w:tcW w:w="8506" w:type="dxa"/>
          <w:shd w:val="clear" w:color="auto" w:fill="auto"/>
        </w:tcPr>
        <w:p w14:paraId="6C23CF95" w14:textId="77777777" w:rsidR="00B965D7" w:rsidRPr="000040FD" w:rsidRDefault="00B965D7" w:rsidP="006F6BE1">
          <w:pPr>
            <w:pStyle w:val="Footer"/>
            <w:tabs>
              <w:tab w:val="right" w:pos="9540"/>
            </w:tabs>
            <w:rPr>
              <w:rFonts w:asciiTheme="minorHAnsi" w:hAnsiTheme="minorHAnsi"/>
              <w:color w:val="0F243E" w:themeColor="text2" w:themeShade="80"/>
              <w:sz w:val="18"/>
              <w:szCs w:val="18"/>
            </w:rPr>
          </w:pPr>
        </w:p>
      </w:tc>
    </w:tr>
  </w:tbl>
  <w:p w14:paraId="7E82B7C2" w14:textId="77777777" w:rsidR="00B965D7" w:rsidRDefault="00B965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4E8703" w14:textId="77777777" w:rsidR="00235DA3" w:rsidRDefault="00235DA3" w:rsidP="000E435D">
      <w:pPr>
        <w:spacing w:after="0" w:line="240" w:lineRule="auto"/>
      </w:pPr>
      <w:r>
        <w:separator/>
      </w:r>
    </w:p>
  </w:footnote>
  <w:footnote w:type="continuationSeparator" w:id="0">
    <w:p w14:paraId="1A4DBFF2" w14:textId="77777777" w:rsidR="00235DA3" w:rsidRDefault="00235DA3" w:rsidP="000E43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0AE97" w14:textId="77777777" w:rsidR="00B965D7" w:rsidRDefault="00B965D7">
    <w:pPr>
      <w:pStyle w:val="Header"/>
    </w:pPr>
  </w:p>
  <w:p w14:paraId="44F6C2C1" w14:textId="77777777" w:rsidR="00B965D7" w:rsidRDefault="00B965D7"/>
  <w:p w14:paraId="499A2F2B" w14:textId="77777777" w:rsidR="00B965D7" w:rsidRDefault="00B965D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496" w:type="dxa"/>
      <w:tblInd w:w="108" w:type="dxa"/>
      <w:tblBorders>
        <w:bottom w:val="single" w:sz="12" w:space="0" w:color="17365D" w:themeColor="text2" w:themeShade="BF"/>
      </w:tblBorders>
      <w:tblLayout w:type="fixed"/>
      <w:tblLook w:val="0000" w:firstRow="0" w:lastRow="0" w:firstColumn="0" w:lastColumn="0" w:noHBand="0" w:noVBand="0"/>
    </w:tblPr>
    <w:tblGrid>
      <w:gridCol w:w="8496"/>
    </w:tblGrid>
    <w:tr w:rsidR="00B965D7" w:rsidRPr="00A47094" w14:paraId="52C13E3F" w14:textId="77777777" w:rsidTr="00FB6609">
      <w:trPr>
        <w:cantSplit/>
        <w:trHeight w:val="20"/>
      </w:trPr>
      <w:tc>
        <w:tcPr>
          <w:tcW w:w="8496" w:type="dxa"/>
        </w:tcPr>
        <w:p w14:paraId="0B7CEDF3" w14:textId="4047695C" w:rsidR="00B965D7" w:rsidRPr="00A01632" w:rsidRDefault="00B965D7" w:rsidP="00F4464C">
          <w:pPr>
            <w:pStyle w:val="BodyText"/>
            <w:spacing w:before="100" w:beforeAutospacing="1" w:after="100" w:afterAutospacing="1"/>
            <w:jc w:val="left"/>
            <w:rPr>
              <w:rFonts w:ascii="Calibri" w:hAnsi="Calibri"/>
              <w:b/>
              <w:bCs/>
              <w:szCs w:val="20"/>
            </w:rPr>
          </w:pPr>
        </w:p>
      </w:tc>
    </w:tr>
    <w:tr w:rsidR="00B965D7" w:rsidRPr="00A47094" w14:paraId="2775647A" w14:textId="77777777" w:rsidTr="00FB6609">
      <w:trPr>
        <w:cantSplit/>
        <w:trHeight w:val="20"/>
      </w:trPr>
      <w:tc>
        <w:tcPr>
          <w:tcW w:w="8496" w:type="dxa"/>
        </w:tcPr>
        <w:p w14:paraId="5A7DCEDA" w14:textId="4451B29C" w:rsidR="00B965D7" w:rsidRPr="00A01632" w:rsidRDefault="00B965D7" w:rsidP="00F4464C">
          <w:pPr>
            <w:pStyle w:val="BodyText"/>
            <w:spacing w:before="100" w:beforeAutospacing="1" w:after="100" w:afterAutospacing="1"/>
            <w:jc w:val="left"/>
            <w:rPr>
              <w:rFonts w:ascii="Calibri" w:hAnsi="Calibri"/>
              <w:b/>
              <w:bCs/>
              <w:szCs w:val="20"/>
            </w:rPr>
          </w:pPr>
        </w:p>
      </w:tc>
    </w:tr>
  </w:tbl>
  <w:p w14:paraId="5D9C69A5" w14:textId="0EA1CA96" w:rsidR="00B965D7" w:rsidRDefault="0005682C" w:rsidP="007214D4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BB6645C" wp14:editId="23581089">
          <wp:simplePos x="0" y="0"/>
          <wp:positionH relativeFrom="column">
            <wp:posOffset>4754880</wp:posOffset>
          </wp:positionH>
          <wp:positionV relativeFrom="paragraph">
            <wp:posOffset>-405765</wp:posOffset>
          </wp:positionV>
          <wp:extent cx="1657350" cy="495300"/>
          <wp:effectExtent l="0" t="0" r="0" b="0"/>
          <wp:wrapTight wrapText="bothSides">
            <wp:wrapPolygon edited="0">
              <wp:start x="0" y="0"/>
              <wp:lineTo x="0" y="20769"/>
              <wp:lineTo x="21352" y="20769"/>
              <wp:lineTo x="21352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735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59CF3C" w14:textId="18FE806D" w:rsidR="00B965D7" w:rsidRDefault="0005682C" w:rsidP="00FB6609">
    <w:pPr>
      <w:pStyle w:val="Header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691A3D2" wp14:editId="39738485">
          <wp:simplePos x="0" y="0"/>
          <wp:positionH relativeFrom="column">
            <wp:posOffset>4768850</wp:posOffset>
          </wp:positionH>
          <wp:positionV relativeFrom="paragraph">
            <wp:posOffset>-19685</wp:posOffset>
          </wp:positionV>
          <wp:extent cx="1657350" cy="495300"/>
          <wp:effectExtent l="0" t="0" r="0" b="0"/>
          <wp:wrapTight wrapText="bothSides">
            <wp:wrapPolygon edited="0">
              <wp:start x="0" y="0"/>
              <wp:lineTo x="0" y="20769"/>
              <wp:lineTo x="21352" y="20769"/>
              <wp:lineTo x="2135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735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B26D7"/>
    <w:multiLevelType w:val="hybridMultilevel"/>
    <w:tmpl w:val="978686F6"/>
    <w:lvl w:ilvl="0" w:tplc="611828EA">
      <w:start w:val="1"/>
      <w:numFmt w:val="lowerRoman"/>
      <w:pStyle w:val="DeGNumberingLevel3"/>
      <w:lvlText w:val="%1."/>
      <w:lvlJc w:val="left"/>
      <w:pPr>
        <w:ind w:left="1571" w:hanging="360"/>
      </w:pPr>
      <w:rPr>
        <w:rFonts w:hint="default"/>
        <w:color w:val="244061" w:themeColor="accent1" w:themeShade="8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4085BCF"/>
    <w:multiLevelType w:val="hybridMultilevel"/>
    <w:tmpl w:val="E7C88CCA"/>
    <w:lvl w:ilvl="0" w:tplc="005C39C8">
      <w:start w:val="1"/>
      <w:numFmt w:val="bullet"/>
      <w:lvlText w:val=""/>
      <w:lvlJc w:val="left"/>
      <w:pPr>
        <w:ind w:left="1287" w:hanging="360"/>
      </w:pPr>
      <w:rPr>
        <w:rFonts w:ascii="Wingdings" w:hAnsi="Wingdings" w:cs="Wingdings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73B069F"/>
    <w:multiLevelType w:val="hybridMultilevel"/>
    <w:tmpl w:val="654EEFD2"/>
    <w:lvl w:ilvl="0" w:tplc="91367154">
      <w:start w:val="1"/>
      <w:numFmt w:val="bullet"/>
      <w:pStyle w:val="DeGBullet2"/>
      <w:lvlText w:val=""/>
      <w:lvlJc w:val="left"/>
      <w:pPr>
        <w:ind w:left="1287" w:hanging="360"/>
      </w:pPr>
      <w:rPr>
        <w:rFonts w:ascii="Wingdings" w:hAnsi="Wingdings" w:cs="Wingdings" w:hint="default"/>
        <w:color w:val="365F91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0606C7E"/>
    <w:multiLevelType w:val="hybridMultilevel"/>
    <w:tmpl w:val="E5162E0A"/>
    <w:lvl w:ilvl="0" w:tplc="6EA2B004">
      <w:start w:val="1"/>
      <w:numFmt w:val="lowerLetter"/>
      <w:pStyle w:val="DeGNumberingLevel2"/>
      <w:lvlText w:val="%1."/>
      <w:lvlJc w:val="left"/>
      <w:pPr>
        <w:ind w:left="1287" w:hanging="360"/>
      </w:pPr>
      <w:rPr>
        <w:rFonts w:hint="default"/>
        <w:color w:val="244061" w:themeColor="accent1" w:themeShade="8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ABC5014"/>
    <w:multiLevelType w:val="hybridMultilevel"/>
    <w:tmpl w:val="6A781796"/>
    <w:lvl w:ilvl="0" w:tplc="8CC87282">
      <w:start w:val="1"/>
      <w:numFmt w:val="bullet"/>
      <w:pStyle w:val="DeGBullet3"/>
      <w:lvlText w:val=""/>
      <w:lvlJc w:val="left"/>
      <w:pPr>
        <w:ind w:left="1571" w:hanging="360"/>
      </w:pPr>
      <w:rPr>
        <w:rFonts w:ascii="Wingdings" w:hAnsi="Wingdings" w:cs="Wingdings" w:hint="default"/>
        <w:color w:val="0F243E" w:themeColor="text2" w:themeShade="80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48410D9"/>
    <w:multiLevelType w:val="multilevel"/>
    <w:tmpl w:val="FE303CA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84913D4"/>
    <w:multiLevelType w:val="hybridMultilevel"/>
    <w:tmpl w:val="A93CED84"/>
    <w:lvl w:ilvl="0" w:tplc="785E106E">
      <w:start w:val="1"/>
      <w:numFmt w:val="bullet"/>
      <w:pStyle w:val="DeGbullets1"/>
      <w:lvlText w:val=""/>
      <w:lvlJc w:val="left"/>
      <w:pPr>
        <w:ind w:left="644" w:hanging="360"/>
      </w:pPr>
      <w:rPr>
        <w:rFonts w:ascii="Wingdings" w:hAnsi="Wingdings" w:cs="Wingdings" w:hint="default"/>
        <w:color w:val="0F243E" w:themeColor="text2" w:themeShade="80"/>
      </w:rPr>
    </w:lvl>
    <w:lvl w:ilvl="1" w:tplc="39EA0F4E">
      <w:numFmt w:val="bullet"/>
      <w:lvlText w:val=""/>
      <w:lvlJc w:val="left"/>
      <w:pPr>
        <w:tabs>
          <w:tab w:val="num" w:pos="1431"/>
        </w:tabs>
        <w:ind w:left="1431" w:hanging="360"/>
      </w:pPr>
      <w:rPr>
        <w:rFonts w:ascii="Wingdings" w:eastAsia="Times New Roman" w:hAnsi="Wingdings" w:cs="Times New Roman" w:hint="default"/>
        <w:color w:val="C00000"/>
      </w:rPr>
    </w:lvl>
    <w:lvl w:ilvl="2" w:tplc="7AD0EC7A">
      <w:start w:val="1"/>
      <w:numFmt w:val="bullet"/>
      <w:lvlText w:val=""/>
      <w:lvlJc w:val="left"/>
      <w:pPr>
        <w:tabs>
          <w:tab w:val="num" w:pos="2151"/>
        </w:tabs>
        <w:ind w:left="2151" w:hanging="360"/>
      </w:pPr>
      <w:rPr>
        <w:rFonts w:ascii="Wingdings" w:hAnsi="Wingdings" w:hint="default"/>
        <w:color w:val="C00000"/>
      </w:rPr>
    </w:lvl>
    <w:lvl w:ilvl="3" w:tplc="04090001">
      <w:start w:val="1"/>
      <w:numFmt w:val="bullet"/>
      <w:lvlText w:val=""/>
      <w:lvlJc w:val="left"/>
      <w:pPr>
        <w:tabs>
          <w:tab w:val="num" w:pos="2871"/>
        </w:tabs>
        <w:ind w:left="28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1"/>
        </w:tabs>
        <w:ind w:left="35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1"/>
        </w:tabs>
        <w:ind w:left="43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1"/>
        </w:tabs>
        <w:ind w:left="50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1"/>
        </w:tabs>
        <w:ind w:left="57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1"/>
        </w:tabs>
        <w:ind w:left="6471" w:hanging="360"/>
      </w:pPr>
      <w:rPr>
        <w:rFonts w:ascii="Wingdings" w:hAnsi="Wingdings" w:hint="default"/>
      </w:rPr>
    </w:lvl>
  </w:abstractNum>
  <w:abstractNum w:abstractNumId="7" w15:restartNumberingAfterBreak="0">
    <w:nsid w:val="42E043CF"/>
    <w:multiLevelType w:val="hybridMultilevel"/>
    <w:tmpl w:val="04464A62"/>
    <w:lvl w:ilvl="0" w:tplc="047C624C">
      <w:start w:val="1"/>
      <w:numFmt w:val="decimal"/>
      <w:pStyle w:val="DeGNumberingLevel1"/>
      <w:lvlText w:val="%1."/>
      <w:lvlJc w:val="left"/>
      <w:pPr>
        <w:ind w:left="644" w:hanging="360"/>
      </w:pPr>
      <w:rPr>
        <w:rFonts w:hint="default"/>
        <w:color w:val="244061" w:themeColor="accent1" w:themeShade="80"/>
      </w:rPr>
    </w:lvl>
    <w:lvl w:ilvl="1" w:tplc="0B04FF2A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color w:val="C00000"/>
      </w:rPr>
    </w:lvl>
    <w:lvl w:ilvl="2" w:tplc="675EDF26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color w:val="C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3083CF5"/>
    <w:multiLevelType w:val="hybridMultilevel"/>
    <w:tmpl w:val="24E4C3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B420C"/>
    <w:multiLevelType w:val="hybridMultilevel"/>
    <w:tmpl w:val="FE942034"/>
    <w:lvl w:ilvl="0" w:tplc="2672569E">
      <w:start w:val="1"/>
      <w:numFmt w:val="bullet"/>
      <w:lvlText w:val=""/>
      <w:lvlJc w:val="left"/>
      <w:pPr>
        <w:ind w:left="720" w:hanging="360"/>
      </w:pPr>
      <w:rPr>
        <w:rFonts w:ascii="Wingdings" w:hAnsi="Wingdings" w:cs="Wingdings" w:hint="default"/>
        <w:color w:val="365F91" w:themeColor="accent1" w:themeShade="B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CC3499"/>
    <w:multiLevelType w:val="multilevel"/>
    <w:tmpl w:val="FDA43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1BD408F"/>
    <w:multiLevelType w:val="hybridMultilevel"/>
    <w:tmpl w:val="EE3E44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1A31CF"/>
    <w:multiLevelType w:val="hybridMultilevel"/>
    <w:tmpl w:val="9FC60B7C"/>
    <w:lvl w:ilvl="0" w:tplc="4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440" w:hanging="360"/>
      </w:pPr>
    </w:lvl>
    <w:lvl w:ilvl="2" w:tplc="4C09001B" w:tentative="1">
      <w:start w:val="1"/>
      <w:numFmt w:val="lowerRoman"/>
      <w:lvlText w:val="%3."/>
      <w:lvlJc w:val="right"/>
      <w:pPr>
        <w:ind w:left="2160" w:hanging="180"/>
      </w:pPr>
    </w:lvl>
    <w:lvl w:ilvl="3" w:tplc="4C09000F" w:tentative="1">
      <w:start w:val="1"/>
      <w:numFmt w:val="decimal"/>
      <w:lvlText w:val="%4."/>
      <w:lvlJc w:val="left"/>
      <w:pPr>
        <w:ind w:left="2880" w:hanging="360"/>
      </w:pPr>
    </w:lvl>
    <w:lvl w:ilvl="4" w:tplc="4C090019" w:tentative="1">
      <w:start w:val="1"/>
      <w:numFmt w:val="lowerLetter"/>
      <w:lvlText w:val="%5."/>
      <w:lvlJc w:val="left"/>
      <w:pPr>
        <w:ind w:left="3600" w:hanging="360"/>
      </w:pPr>
    </w:lvl>
    <w:lvl w:ilvl="5" w:tplc="4C09001B" w:tentative="1">
      <w:start w:val="1"/>
      <w:numFmt w:val="lowerRoman"/>
      <w:lvlText w:val="%6."/>
      <w:lvlJc w:val="right"/>
      <w:pPr>
        <w:ind w:left="4320" w:hanging="180"/>
      </w:pPr>
    </w:lvl>
    <w:lvl w:ilvl="6" w:tplc="4C09000F" w:tentative="1">
      <w:start w:val="1"/>
      <w:numFmt w:val="decimal"/>
      <w:lvlText w:val="%7."/>
      <w:lvlJc w:val="left"/>
      <w:pPr>
        <w:ind w:left="5040" w:hanging="360"/>
      </w:pPr>
    </w:lvl>
    <w:lvl w:ilvl="7" w:tplc="4C090019" w:tentative="1">
      <w:start w:val="1"/>
      <w:numFmt w:val="lowerLetter"/>
      <w:lvlText w:val="%8."/>
      <w:lvlJc w:val="left"/>
      <w:pPr>
        <w:ind w:left="5760" w:hanging="360"/>
      </w:pPr>
    </w:lvl>
    <w:lvl w:ilvl="8" w:tplc="4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3"/>
  </w:num>
  <w:num w:numId="8">
    <w:abstractNumId w:val="0"/>
  </w:num>
  <w:num w:numId="9">
    <w:abstractNumId w:val="11"/>
  </w:num>
  <w:num w:numId="10">
    <w:abstractNumId w:val="10"/>
  </w:num>
  <w:num w:numId="11">
    <w:abstractNumId w:val="9"/>
  </w:num>
  <w:num w:numId="12">
    <w:abstractNumId w:val="2"/>
  </w:num>
  <w:num w:numId="13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267"/>
    <w:rsid w:val="00000F00"/>
    <w:rsid w:val="00002554"/>
    <w:rsid w:val="00003F98"/>
    <w:rsid w:val="000040FD"/>
    <w:rsid w:val="00005DE6"/>
    <w:rsid w:val="00025454"/>
    <w:rsid w:val="0002797C"/>
    <w:rsid w:val="0003184F"/>
    <w:rsid w:val="000426BB"/>
    <w:rsid w:val="0004356B"/>
    <w:rsid w:val="00044352"/>
    <w:rsid w:val="000477D5"/>
    <w:rsid w:val="00050B92"/>
    <w:rsid w:val="00052953"/>
    <w:rsid w:val="000556A2"/>
    <w:rsid w:val="0005682C"/>
    <w:rsid w:val="00062278"/>
    <w:rsid w:val="00075107"/>
    <w:rsid w:val="000814CF"/>
    <w:rsid w:val="000975E5"/>
    <w:rsid w:val="000A0CA5"/>
    <w:rsid w:val="000A786B"/>
    <w:rsid w:val="000D2BD9"/>
    <w:rsid w:val="000D4771"/>
    <w:rsid w:val="000D62F4"/>
    <w:rsid w:val="000E369E"/>
    <w:rsid w:val="000E435D"/>
    <w:rsid w:val="000E71D6"/>
    <w:rsid w:val="000F0749"/>
    <w:rsid w:val="000F31B6"/>
    <w:rsid w:val="000F6CFF"/>
    <w:rsid w:val="00106E9C"/>
    <w:rsid w:val="00111267"/>
    <w:rsid w:val="001113E7"/>
    <w:rsid w:val="00115456"/>
    <w:rsid w:val="00116899"/>
    <w:rsid w:val="00117A54"/>
    <w:rsid w:val="00123CBD"/>
    <w:rsid w:val="001251E0"/>
    <w:rsid w:val="00125DFB"/>
    <w:rsid w:val="00127002"/>
    <w:rsid w:val="0012717F"/>
    <w:rsid w:val="00135E4A"/>
    <w:rsid w:val="001417E2"/>
    <w:rsid w:val="00146900"/>
    <w:rsid w:val="00150506"/>
    <w:rsid w:val="00164770"/>
    <w:rsid w:val="00165D8D"/>
    <w:rsid w:val="001710ED"/>
    <w:rsid w:val="0017394E"/>
    <w:rsid w:val="00176DE7"/>
    <w:rsid w:val="001809AD"/>
    <w:rsid w:val="0019007A"/>
    <w:rsid w:val="00190F03"/>
    <w:rsid w:val="00191CED"/>
    <w:rsid w:val="00192089"/>
    <w:rsid w:val="001A01B6"/>
    <w:rsid w:val="001A10AB"/>
    <w:rsid w:val="001A1DB8"/>
    <w:rsid w:val="001B3804"/>
    <w:rsid w:val="001B3EAB"/>
    <w:rsid w:val="001C0DDA"/>
    <w:rsid w:val="001C4BE3"/>
    <w:rsid w:val="001D196A"/>
    <w:rsid w:val="001D7CBB"/>
    <w:rsid w:val="001E45EF"/>
    <w:rsid w:val="001E68B1"/>
    <w:rsid w:val="001F191B"/>
    <w:rsid w:val="001F23E0"/>
    <w:rsid w:val="001F3FA2"/>
    <w:rsid w:val="001F4F44"/>
    <w:rsid w:val="001F62A7"/>
    <w:rsid w:val="001F6E17"/>
    <w:rsid w:val="002076A6"/>
    <w:rsid w:val="00210241"/>
    <w:rsid w:val="002212BB"/>
    <w:rsid w:val="00222194"/>
    <w:rsid w:val="00222324"/>
    <w:rsid w:val="002233DB"/>
    <w:rsid w:val="0023101C"/>
    <w:rsid w:val="00233D48"/>
    <w:rsid w:val="00235DA3"/>
    <w:rsid w:val="00250657"/>
    <w:rsid w:val="0026174A"/>
    <w:rsid w:val="00263E5A"/>
    <w:rsid w:val="00270E04"/>
    <w:rsid w:val="002710ED"/>
    <w:rsid w:val="00271281"/>
    <w:rsid w:val="00277AF1"/>
    <w:rsid w:val="00277E47"/>
    <w:rsid w:val="0028068C"/>
    <w:rsid w:val="0028076C"/>
    <w:rsid w:val="002834D0"/>
    <w:rsid w:val="0028392A"/>
    <w:rsid w:val="00285556"/>
    <w:rsid w:val="00292946"/>
    <w:rsid w:val="00293FD7"/>
    <w:rsid w:val="00294E8A"/>
    <w:rsid w:val="00295A93"/>
    <w:rsid w:val="002A191C"/>
    <w:rsid w:val="002B5021"/>
    <w:rsid w:val="002B7333"/>
    <w:rsid w:val="002C2024"/>
    <w:rsid w:val="002C3FBB"/>
    <w:rsid w:val="002C42D2"/>
    <w:rsid w:val="002C70CB"/>
    <w:rsid w:val="002D03FF"/>
    <w:rsid w:val="002D04E8"/>
    <w:rsid w:val="002D0724"/>
    <w:rsid w:val="002D2107"/>
    <w:rsid w:val="002D3598"/>
    <w:rsid w:val="002E2ED2"/>
    <w:rsid w:val="002F39C0"/>
    <w:rsid w:val="002F3A78"/>
    <w:rsid w:val="002F4751"/>
    <w:rsid w:val="002F58E9"/>
    <w:rsid w:val="00304C49"/>
    <w:rsid w:val="00305DD6"/>
    <w:rsid w:val="00307F8D"/>
    <w:rsid w:val="0031193D"/>
    <w:rsid w:val="00316F46"/>
    <w:rsid w:val="003171B2"/>
    <w:rsid w:val="00321685"/>
    <w:rsid w:val="00324201"/>
    <w:rsid w:val="00324D53"/>
    <w:rsid w:val="0032508C"/>
    <w:rsid w:val="00335071"/>
    <w:rsid w:val="0033784C"/>
    <w:rsid w:val="00337D47"/>
    <w:rsid w:val="00344BC2"/>
    <w:rsid w:val="00351719"/>
    <w:rsid w:val="0035260F"/>
    <w:rsid w:val="00355798"/>
    <w:rsid w:val="00356AA3"/>
    <w:rsid w:val="00361B6C"/>
    <w:rsid w:val="003625EF"/>
    <w:rsid w:val="0036570E"/>
    <w:rsid w:val="00366E07"/>
    <w:rsid w:val="00376F37"/>
    <w:rsid w:val="00380E77"/>
    <w:rsid w:val="003942B6"/>
    <w:rsid w:val="003A299A"/>
    <w:rsid w:val="003A4D7D"/>
    <w:rsid w:val="003A628F"/>
    <w:rsid w:val="003B34D8"/>
    <w:rsid w:val="003B4D1A"/>
    <w:rsid w:val="003C174C"/>
    <w:rsid w:val="003C3D09"/>
    <w:rsid w:val="003C79AA"/>
    <w:rsid w:val="003D29E8"/>
    <w:rsid w:val="003D506D"/>
    <w:rsid w:val="003D6AC8"/>
    <w:rsid w:val="003E1E0A"/>
    <w:rsid w:val="003E4B36"/>
    <w:rsid w:val="003E506D"/>
    <w:rsid w:val="003F150D"/>
    <w:rsid w:val="003F52C6"/>
    <w:rsid w:val="00401184"/>
    <w:rsid w:val="00406C9C"/>
    <w:rsid w:val="00407531"/>
    <w:rsid w:val="004228C8"/>
    <w:rsid w:val="00424949"/>
    <w:rsid w:val="00436210"/>
    <w:rsid w:val="00452571"/>
    <w:rsid w:val="004527D4"/>
    <w:rsid w:val="00467AF9"/>
    <w:rsid w:val="00475767"/>
    <w:rsid w:val="004860AD"/>
    <w:rsid w:val="004978C1"/>
    <w:rsid w:val="004A1595"/>
    <w:rsid w:val="004A18D9"/>
    <w:rsid w:val="004A6A67"/>
    <w:rsid w:val="004B0274"/>
    <w:rsid w:val="004B201A"/>
    <w:rsid w:val="004B5AF0"/>
    <w:rsid w:val="004B6C5D"/>
    <w:rsid w:val="004D25B6"/>
    <w:rsid w:val="004E03C6"/>
    <w:rsid w:val="004E319B"/>
    <w:rsid w:val="004E45C4"/>
    <w:rsid w:val="004E7D23"/>
    <w:rsid w:val="004F12AF"/>
    <w:rsid w:val="004F2540"/>
    <w:rsid w:val="004F2556"/>
    <w:rsid w:val="004F3089"/>
    <w:rsid w:val="00502930"/>
    <w:rsid w:val="00502980"/>
    <w:rsid w:val="0050505A"/>
    <w:rsid w:val="00510B56"/>
    <w:rsid w:val="0052487C"/>
    <w:rsid w:val="00526C6D"/>
    <w:rsid w:val="00527B73"/>
    <w:rsid w:val="00531C66"/>
    <w:rsid w:val="0054118C"/>
    <w:rsid w:val="00541427"/>
    <w:rsid w:val="00542255"/>
    <w:rsid w:val="00542A01"/>
    <w:rsid w:val="00543FE3"/>
    <w:rsid w:val="005468E3"/>
    <w:rsid w:val="00546ED9"/>
    <w:rsid w:val="00554EA0"/>
    <w:rsid w:val="00556719"/>
    <w:rsid w:val="005578FA"/>
    <w:rsid w:val="00557F28"/>
    <w:rsid w:val="00565A17"/>
    <w:rsid w:val="00567009"/>
    <w:rsid w:val="00577006"/>
    <w:rsid w:val="00581395"/>
    <w:rsid w:val="0058631A"/>
    <w:rsid w:val="00595001"/>
    <w:rsid w:val="0059589C"/>
    <w:rsid w:val="005A0469"/>
    <w:rsid w:val="005A2703"/>
    <w:rsid w:val="005A4575"/>
    <w:rsid w:val="005A7199"/>
    <w:rsid w:val="005A7574"/>
    <w:rsid w:val="005A7671"/>
    <w:rsid w:val="005B569B"/>
    <w:rsid w:val="005C0BBF"/>
    <w:rsid w:val="005C2583"/>
    <w:rsid w:val="005C3897"/>
    <w:rsid w:val="005C6195"/>
    <w:rsid w:val="005C7266"/>
    <w:rsid w:val="005D608A"/>
    <w:rsid w:val="005D62FE"/>
    <w:rsid w:val="005D793C"/>
    <w:rsid w:val="005E203D"/>
    <w:rsid w:val="005F3334"/>
    <w:rsid w:val="005F7BD8"/>
    <w:rsid w:val="006007B9"/>
    <w:rsid w:val="00601920"/>
    <w:rsid w:val="00603BC0"/>
    <w:rsid w:val="00605EF2"/>
    <w:rsid w:val="0063155A"/>
    <w:rsid w:val="006321C1"/>
    <w:rsid w:val="00635BC9"/>
    <w:rsid w:val="00636373"/>
    <w:rsid w:val="00640480"/>
    <w:rsid w:val="0064606C"/>
    <w:rsid w:val="00646BA7"/>
    <w:rsid w:val="006478B0"/>
    <w:rsid w:val="00651695"/>
    <w:rsid w:val="006613B8"/>
    <w:rsid w:val="006724AD"/>
    <w:rsid w:val="00676B27"/>
    <w:rsid w:val="00676FD7"/>
    <w:rsid w:val="0068266A"/>
    <w:rsid w:val="00683030"/>
    <w:rsid w:val="00687B5B"/>
    <w:rsid w:val="006913C9"/>
    <w:rsid w:val="00692F2C"/>
    <w:rsid w:val="006938B1"/>
    <w:rsid w:val="00693F0C"/>
    <w:rsid w:val="0069618E"/>
    <w:rsid w:val="006971CC"/>
    <w:rsid w:val="006A138D"/>
    <w:rsid w:val="006B059C"/>
    <w:rsid w:val="006B6CEA"/>
    <w:rsid w:val="006C2B8F"/>
    <w:rsid w:val="006C6720"/>
    <w:rsid w:val="006C6EE1"/>
    <w:rsid w:val="006E1ECE"/>
    <w:rsid w:val="006E3880"/>
    <w:rsid w:val="006F6BE1"/>
    <w:rsid w:val="007012DA"/>
    <w:rsid w:val="00701FE6"/>
    <w:rsid w:val="0070222E"/>
    <w:rsid w:val="007112BA"/>
    <w:rsid w:val="0071312A"/>
    <w:rsid w:val="00717F72"/>
    <w:rsid w:val="00720123"/>
    <w:rsid w:val="007214D4"/>
    <w:rsid w:val="00723587"/>
    <w:rsid w:val="0072608A"/>
    <w:rsid w:val="00731F7F"/>
    <w:rsid w:val="00732456"/>
    <w:rsid w:val="0074081D"/>
    <w:rsid w:val="00744410"/>
    <w:rsid w:val="00744495"/>
    <w:rsid w:val="0074640A"/>
    <w:rsid w:val="00752AA4"/>
    <w:rsid w:val="007549E3"/>
    <w:rsid w:val="00755728"/>
    <w:rsid w:val="00766E28"/>
    <w:rsid w:val="00767AC1"/>
    <w:rsid w:val="007722B7"/>
    <w:rsid w:val="00772AA3"/>
    <w:rsid w:val="00775170"/>
    <w:rsid w:val="007915FC"/>
    <w:rsid w:val="007A25C0"/>
    <w:rsid w:val="007A2BD1"/>
    <w:rsid w:val="007A54D3"/>
    <w:rsid w:val="007A6190"/>
    <w:rsid w:val="007A6D67"/>
    <w:rsid w:val="007B3AB8"/>
    <w:rsid w:val="007B60DC"/>
    <w:rsid w:val="007D4FED"/>
    <w:rsid w:val="007E4E0A"/>
    <w:rsid w:val="007F0EBD"/>
    <w:rsid w:val="007F6826"/>
    <w:rsid w:val="007F7D1C"/>
    <w:rsid w:val="00805D95"/>
    <w:rsid w:val="00812832"/>
    <w:rsid w:val="00812FB1"/>
    <w:rsid w:val="00813A72"/>
    <w:rsid w:val="00826E54"/>
    <w:rsid w:val="0082747F"/>
    <w:rsid w:val="00844BFB"/>
    <w:rsid w:val="00845034"/>
    <w:rsid w:val="008466A2"/>
    <w:rsid w:val="00852C49"/>
    <w:rsid w:val="0085600A"/>
    <w:rsid w:val="008634FA"/>
    <w:rsid w:val="0086499E"/>
    <w:rsid w:val="008810DB"/>
    <w:rsid w:val="00881E9C"/>
    <w:rsid w:val="0088321C"/>
    <w:rsid w:val="00885869"/>
    <w:rsid w:val="00887B5A"/>
    <w:rsid w:val="00893293"/>
    <w:rsid w:val="0089659B"/>
    <w:rsid w:val="008A2E17"/>
    <w:rsid w:val="008B5F19"/>
    <w:rsid w:val="008B6830"/>
    <w:rsid w:val="008C4A24"/>
    <w:rsid w:val="008C4AB2"/>
    <w:rsid w:val="008C5621"/>
    <w:rsid w:val="008D37FA"/>
    <w:rsid w:val="008D5257"/>
    <w:rsid w:val="008D5AB3"/>
    <w:rsid w:val="008E16CE"/>
    <w:rsid w:val="008E6CF1"/>
    <w:rsid w:val="008E729F"/>
    <w:rsid w:val="008F50A2"/>
    <w:rsid w:val="008F5830"/>
    <w:rsid w:val="00905145"/>
    <w:rsid w:val="00911822"/>
    <w:rsid w:val="00912AF4"/>
    <w:rsid w:val="009153B4"/>
    <w:rsid w:val="00931A20"/>
    <w:rsid w:val="00934DC5"/>
    <w:rsid w:val="00956CE7"/>
    <w:rsid w:val="00961048"/>
    <w:rsid w:val="0096433F"/>
    <w:rsid w:val="00973A3A"/>
    <w:rsid w:val="0097451B"/>
    <w:rsid w:val="00975150"/>
    <w:rsid w:val="00981AAB"/>
    <w:rsid w:val="00984C98"/>
    <w:rsid w:val="009913AF"/>
    <w:rsid w:val="00995949"/>
    <w:rsid w:val="00995F96"/>
    <w:rsid w:val="009A282C"/>
    <w:rsid w:val="009A5564"/>
    <w:rsid w:val="009A58A4"/>
    <w:rsid w:val="009A6FA0"/>
    <w:rsid w:val="009B2529"/>
    <w:rsid w:val="009C1C29"/>
    <w:rsid w:val="009D4240"/>
    <w:rsid w:val="009D457D"/>
    <w:rsid w:val="009D4707"/>
    <w:rsid w:val="009D7EBA"/>
    <w:rsid w:val="009E08B5"/>
    <w:rsid w:val="009E1781"/>
    <w:rsid w:val="009E230F"/>
    <w:rsid w:val="009E60ED"/>
    <w:rsid w:val="00A01632"/>
    <w:rsid w:val="00A127FD"/>
    <w:rsid w:val="00A12FB0"/>
    <w:rsid w:val="00A2052E"/>
    <w:rsid w:val="00A24EA5"/>
    <w:rsid w:val="00A31D22"/>
    <w:rsid w:val="00A3496B"/>
    <w:rsid w:val="00A356AF"/>
    <w:rsid w:val="00A368D1"/>
    <w:rsid w:val="00A42555"/>
    <w:rsid w:val="00A43BF8"/>
    <w:rsid w:val="00A4637B"/>
    <w:rsid w:val="00A47094"/>
    <w:rsid w:val="00A508BB"/>
    <w:rsid w:val="00A51865"/>
    <w:rsid w:val="00A53296"/>
    <w:rsid w:val="00A56D62"/>
    <w:rsid w:val="00A80C64"/>
    <w:rsid w:val="00A823C5"/>
    <w:rsid w:val="00A86315"/>
    <w:rsid w:val="00A940BB"/>
    <w:rsid w:val="00AA537D"/>
    <w:rsid w:val="00AB19A7"/>
    <w:rsid w:val="00AB5AF0"/>
    <w:rsid w:val="00AB5E93"/>
    <w:rsid w:val="00AB6240"/>
    <w:rsid w:val="00AB71E3"/>
    <w:rsid w:val="00AC3B7C"/>
    <w:rsid w:val="00AC5C7A"/>
    <w:rsid w:val="00AC66CD"/>
    <w:rsid w:val="00AD51A6"/>
    <w:rsid w:val="00AD789F"/>
    <w:rsid w:val="00AE2B05"/>
    <w:rsid w:val="00AE594B"/>
    <w:rsid w:val="00AF2765"/>
    <w:rsid w:val="00AF4DA9"/>
    <w:rsid w:val="00B02D47"/>
    <w:rsid w:val="00B049EE"/>
    <w:rsid w:val="00B04D84"/>
    <w:rsid w:val="00B102CE"/>
    <w:rsid w:val="00B117CD"/>
    <w:rsid w:val="00B1279E"/>
    <w:rsid w:val="00B16075"/>
    <w:rsid w:val="00B21BED"/>
    <w:rsid w:val="00B22031"/>
    <w:rsid w:val="00B31A70"/>
    <w:rsid w:val="00B32FC0"/>
    <w:rsid w:val="00B36BCE"/>
    <w:rsid w:val="00B471CC"/>
    <w:rsid w:val="00B504A7"/>
    <w:rsid w:val="00B50803"/>
    <w:rsid w:val="00B51F4B"/>
    <w:rsid w:val="00B520B8"/>
    <w:rsid w:val="00B53334"/>
    <w:rsid w:val="00B56FBA"/>
    <w:rsid w:val="00B650AB"/>
    <w:rsid w:val="00B7602C"/>
    <w:rsid w:val="00B76DCF"/>
    <w:rsid w:val="00B76ED6"/>
    <w:rsid w:val="00B90694"/>
    <w:rsid w:val="00B91574"/>
    <w:rsid w:val="00B92903"/>
    <w:rsid w:val="00B9598B"/>
    <w:rsid w:val="00B965D7"/>
    <w:rsid w:val="00BB0482"/>
    <w:rsid w:val="00BB08B7"/>
    <w:rsid w:val="00BB1841"/>
    <w:rsid w:val="00BB2B41"/>
    <w:rsid w:val="00BB312F"/>
    <w:rsid w:val="00BB3E45"/>
    <w:rsid w:val="00BD3087"/>
    <w:rsid w:val="00BD486F"/>
    <w:rsid w:val="00BE022E"/>
    <w:rsid w:val="00BE027F"/>
    <w:rsid w:val="00BE4695"/>
    <w:rsid w:val="00BE7AFA"/>
    <w:rsid w:val="00BF6A23"/>
    <w:rsid w:val="00C003E1"/>
    <w:rsid w:val="00C007CD"/>
    <w:rsid w:val="00C049BA"/>
    <w:rsid w:val="00C14BEE"/>
    <w:rsid w:val="00C17E2A"/>
    <w:rsid w:val="00C22221"/>
    <w:rsid w:val="00C342F4"/>
    <w:rsid w:val="00C357A4"/>
    <w:rsid w:val="00C4288A"/>
    <w:rsid w:val="00C43317"/>
    <w:rsid w:val="00C45777"/>
    <w:rsid w:val="00C528A1"/>
    <w:rsid w:val="00C56F20"/>
    <w:rsid w:val="00C57769"/>
    <w:rsid w:val="00C61256"/>
    <w:rsid w:val="00C62C44"/>
    <w:rsid w:val="00C71092"/>
    <w:rsid w:val="00C74517"/>
    <w:rsid w:val="00C74946"/>
    <w:rsid w:val="00C76108"/>
    <w:rsid w:val="00C90399"/>
    <w:rsid w:val="00C91C42"/>
    <w:rsid w:val="00C932BC"/>
    <w:rsid w:val="00C933B2"/>
    <w:rsid w:val="00C9561E"/>
    <w:rsid w:val="00CA41FD"/>
    <w:rsid w:val="00CB553D"/>
    <w:rsid w:val="00CC1F4C"/>
    <w:rsid w:val="00CC5A80"/>
    <w:rsid w:val="00CC6FE5"/>
    <w:rsid w:val="00CD377A"/>
    <w:rsid w:val="00CD5F32"/>
    <w:rsid w:val="00CE0F3F"/>
    <w:rsid w:val="00CE2831"/>
    <w:rsid w:val="00CF2025"/>
    <w:rsid w:val="00D001B2"/>
    <w:rsid w:val="00D02768"/>
    <w:rsid w:val="00D06190"/>
    <w:rsid w:val="00D0633B"/>
    <w:rsid w:val="00D07E23"/>
    <w:rsid w:val="00D16B5F"/>
    <w:rsid w:val="00D22ADF"/>
    <w:rsid w:val="00D23FBF"/>
    <w:rsid w:val="00D24E19"/>
    <w:rsid w:val="00D25077"/>
    <w:rsid w:val="00D27405"/>
    <w:rsid w:val="00D27F19"/>
    <w:rsid w:val="00D35331"/>
    <w:rsid w:val="00D37583"/>
    <w:rsid w:val="00D45D3A"/>
    <w:rsid w:val="00D579F3"/>
    <w:rsid w:val="00D62760"/>
    <w:rsid w:val="00D633FA"/>
    <w:rsid w:val="00D675DC"/>
    <w:rsid w:val="00D74CDF"/>
    <w:rsid w:val="00D774CB"/>
    <w:rsid w:val="00D81267"/>
    <w:rsid w:val="00D812B5"/>
    <w:rsid w:val="00D858CE"/>
    <w:rsid w:val="00D87FAD"/>
    <w:rsid w:val="00D90BA1"/>
    <w:rsid w:val="00D91A40"/>
    <w:rsid w:val="00D95A71"/>
    <w:rsid w:val="00DB2D30"/>
    <w:rsid w:val="00DB3642"/>
    <w:rsid w:val="00DB63B2"/>
    <w:rsid w:val="00DC3992"/>
    <w:rsid w:val="00DD0A41"/>
    <w:rsid w:val="00DD1668"/>
    <w:rsid w:val="00DD37AB"/>
    <w:rsid w:val="00DD5764"/>
    <w:rsid w:val="00DF3ABF"/>
    <w:rsid w:val="00DF511B"/>
    <w:rsid w:val="00DF5C39"/>
    <w:rsid w:val="00DF72E7"/>
    <w:rsid w:val="00DF7932"/>
    <w:rsid w:val="00E0694E"/>
    <w:rsid w:val="00E1125D"/>
    <w:rsid w:val="00E162E0"/>
    <w:rsid w:val="00E20979"/>
    <w:rsid w:val="00E249C9"/>
    <w:rsid w:val="00E2675A"/>
    <w:rsid w:val="00E27820"/>
    <w:rsid w:val="00E342FD"/>
    <w:rsid w:val="00E35356"/>
    <w:rsid w:val="00E37E9E"/>
    <w:rsid w:val="00E40623"/>
    <w:rsid w:val="00E54262"/>
    <w:rsid w:val="00E54FFF"/>
    <w:rsid w:val="00E55D10"/>
    <w:rsid w:val="00E56570"/>
    <w:rsid w:val="00E60780"/>
    <w:rsid w:val="00E64EAB"/>
    <w:rsid w:val="00E6684C"/>
    <w:rsid w:val="00E701EC"/>
    <w:rsid w:val="00E70A9B"/>
    <w:rsid w:val="00E73323"/>
    <w:rsid w:val="00E8021C"/>
    <w:rsid w:val="00E829ED"/>
    <w:rsid w:val="00E8718F"/>
    <w:rsid w:val="00E923A5"/>
    <w:rsid w:val="00EA0B8E"/>
    <w:rsid w:val="00EA3733"/>
    <w:rsid w:val="00EA54C3"/>
    <w:rsid w:val="00EA6C08"/>
    <w:rsid w:val="00EB3004"/>
    <w:rsid w:val="00EC445D"/>
    <w:rsid w:val="00EC61AE"/>
    <w:rsid w:val="00EC6AC7"/>
    <w:rsid w:val="00EC7C73"/>
    <w:rsid w:val="00ED075F"/>
    <w:rsid w:val="00ED19E1"/>
    <w:rsid w:val="00ED2589"/>
    <w:rsid w:val="00ED435F"/>
    <w:rsid w:val="00EE7950"/>
    <w:rsid w:val="00EF1605"/>
    <w:rsid w:val="00F025BA"/>
    <w:rsid w:val="00F1085C"/>
    <w:rsid w:val="00F13A91"/>
    <w:rsid w:val="00F170AA"/>
    <w:rsid w:val="00F204A4"/>
    <w:rsid w:val="00F26954"/>
    <w:rsid w:val="00F2779B"/>
    <w:rsid w:val="00F3571F"/>
    <w:rsid w:val="00F416D0"/>
    <w:rsid w:val="00F4464C"/>
    <w:rsid w:val="00F45151"/>
    <w:rsid w:val="00F5549A"/>
    <w:rsid w:val="00F57F15"/>
    <w:rsid w:val="00F65C88"/>
    <w:rsid w:val="00F6656D"/>
    <w:rsid w:val="00F700C1"/>
    <w:rsid w:val="00F70157"/>
    <w:rsid w:val="00F71207"/>
    <w:rsid w:val="00F743FA"/>
    <w:rsid w:val="00F77E5C"/>
    <w:rsid w:val="00F8106C"/>
    <w:rsid w:val="00F81301"/>
    <w:rsid w:val="00F83F67"/>
    <w:rsid w:val="00F84CD7"/>
    <w:rsid w:val="00F864C9"/>
    <w:rsid w:val="00F96323"/>
    <w:rsid w:val="00FA1CD9"/>
    <w:rsid w:val="00FA7B78"/>
    <w:rsid w:val="00FB44DD"/>
    <w:rsid w:val="00FB61B0"/>
    <w:rsid w:val="00FB6609"/>
    <w:rsid w:val="00FB7F6D"/>
    <w:rsid w:val="00FC26CE"/>
    <w:rsid w:val="00FC2C40"/>
    <w:rsid w:val="00FC39BF"/>
    <w:rsid w:val="00FD3D5D"/>
    <w:rsid w:val="00FF6EF0"/>
    <w:rsid w:val="00FF73F5"/>
    <w:rsid w:val="00FF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51844DE"/>
  <w15:docId w15:val="{443EE384-3F7C-4AD1-B327-E99598583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4D53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aliases w:val="Egov Heading 1."/>
    <w:basedOn w:val="Normal"/>
    <w:next w:val="Normal"/>
    <w:link w:val="Heading1Char"/>
    <w:uiPriority w:val="9"/>
    <w:qFormat/>
    <w:rsid w:val="004527D4"/>
    <w:pPr>
      <w:numPr>
        <w:numId w:val="3"/>
      </w:numPr>
      <w:pBdr>
        <w:bottom w:val="single" w:sz="2" w:space="1" w:color="000000"/>
      </w:pBdr>
      <w:spacing w:before="480" w:after="0"/>
      <w:contextualSpacing/>
      <w:outlineLvl w:val="0"/>
    </w:pPr>
    <w:rPr>
      <w:rFonts w:ascii="Arial" w:hAnsi="Arial" w:cs="Times New Roman"/>
      <w:b/>
      <w:bCs/>
      <w:color w:val="0F243E" w:themeColor="text2" w:themeShade="80"/>
      <w:sz w:val="28"/>
      <w:szCs w:val="28"/>
    </w:rPr>
  </w:style>
  <w:style w:type="paragraph" w:styleId="Heading2">
    <w:name w:val="heading 2"/>
    <w:aliases w:val="Egov Heading 2"/>
    <w:basedOn w:val="Normal"/>
    <w:next w:val="Normal"/>
    <w:link w:val="Heading2Char"/>
    <w:autoRedefine/>
    <w:uiPriority w:val="9"/>
    <w:qFormat/>
    <w:rsid w:val="004527D4"/>
    <w:pPr>
      <w:spacing w:before="200" w:after="0"/>
      <w:outlineLvl w:val="1"/>
    </w:pPr>
    <w:rPr>
      <w:rFonts w:ascii="Arial" w:hAnsi="Arial" w:cs="Times New Roman"/>
      <w:b/>
      <w:bCs/>
      <w:color w:val="0F243E" w:themeColor="text2" w:themeShade="80"/>
      <w:sz w:val="26"/>
      <w:szCs w:val="24"/>
      <w:u w:val="single"/>
    </w:rPr>
  </w:style>
  <w:style w:type="paragraph" w:styleId="Heading3">
    <w:name w:val="heading 3"/>
    <w:aliases w:val="egov Heading 3"/>
    <w:basedOn w:val="Normal"/>
    <w:next w:val="Normal"/>
    <w:link w:val="Heading3Char"/>
    <w:autoRedefine/>
    <w:uiPriority w:val="9"/>
    <w:qFormat/>
    <w:rsid w:val="001251E0"/>
    <w:pPr>
      <w:numPr>
        <w:ilvl w:val="2"/>
        <w:numId w:val="3"/>
      </w:numPr>
      <w:spacing w:before="200" w:after="0" w:line="271" w:lineRule="auto"/>
      <w:ind w:left="144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324D53"/>
    <w:pPr>
      <w:numPr>
        <w:ilvl w:val="3"/>
        <w:numId w:val="3"/>
      </w:numPr>
      <w:spacing w:before="200" w:after="0"/>
      <w:outlineLvl w:val="3"/>
    </w:pPr>
    <w:rPr>
      <w:rFonts w:ascii="Cambria" w:hAnsi="Cambria" w:cs="Times New Roman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324D53"/>
    <w:pPr>
      <w:numPr>
        <w:ilvl w:val="4"/>
        <w:numId w:val="3"/>
      </w:numPr>
      <w:spacing w:before="200" w:after="0"/>
      <w:outlineLvl w:val="4"/>
    </w:pPr>
    <w:rPr>
      <w:rFonts w:ascii="Cambria" w:hAnsi="Cambria" w:cs="Times New Roman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qFormat/>
    <w:rsid w:val="00324D53"/>
    <w:pPr>
      <w:numPr>
        <w:ilvl w:val="5"/>
        <w:numId w:val="3"/>
      </w:numPr>
      <w:spacing w:after="0" w:line="271" w:lineRule="auto"/>
      <w:outlineLvl w:val="5"/>
    </w:pPr>
    <w:rPr>
      <w:rFonts w:ascii="Cambria" w:hAnsi="Cambria" w:cs="Times New Roman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qFormat/>
    <w:rsid w:val="00324D53"/>
    <w:pPr>
      <w:numPr>
        <w:ilvl w:val="6"/>
        <w:numId w:val="3"/>
      </w:numPr>
      <w:spacing w:after="0"/>
      <w:outlineLvl w:val="6"/>
    </w:pPr>
    <w:rPr>
      <w:rFonts w:ascii="Cambria" w:hAnsi="Cambria" w:cs="Times New Roman"/>
      <w:i/>
      <w:iCs/>
    </w:rPr>
  </w:style>
  <w:style w:type="paragraph" w:styleId="Heading8">
    <w:name w:val="heading 8"/>
    <w:basedOn w:val="Normal"/>
    <w:next w:val="Normal"/>
    <w:link w:val="Heading8Char"/>
    <w:uiPriority w:val="9"/>
    <w:qFormat/>
    <w:rsid w:val="00324D53"/>
    <w:pPr>
      <w:numPr>
        <w:ilvl w:val="7"/>
        <w:numId w:val="3"/>
      </w:numPr>
      <w:spacing w:after="0"/>
      <w:outlineLvl w:val="7"/>
    </w:pPr>
    <w:rPr>
      <w:rFonts w:ascii="Cambria" w:hAnsi="Cambria" w:cs="Times New Roman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324D53"/>
    <w:pPr>
      <w:numPr>
        <w:ilvl w:val="8"/>
        <w:numId w:val="3"/>
      </w:numPr>
      <w:spacing w:after="0"/>
      <w:outlineLvl w:val="8"/>
    </w:pPr>
    <w:rPr>
      <w:rFonts w:ascii="Cambria" w:hAnsi="Cambria" w:cs="Times New Roman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435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35D"/>
  </w:style>
  <w:style w:type="paragraph" w:styleId="Footer">
    <w:name w:val="footer"/>
    <w:aliases w:val="ft"/>
    <w:basedOn w:val="Normal"/>
    <w:link w:val="FooterChar"/>
    <w:uiPriority w:val="99"/>
    <w:unhideWhenUsed/>
    <w:rsid w:val="000E435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aliases w:val="ft Char"/>
    <w:basedOn w:val="DefaultParagraphFont"/>
    <w:link w:val="Footer"/>
    <w:uiPriority w:val="99"/>
    <w:rsid w:val="000E435D"/>
  </w:style>
  <w:style w:type="paragraph" w:styleId="BalloonText">
    <w:name w:val="Balloon Text"/>
    <w:basedOn w:val="Normal"/>
    <w:link w:val="BalloonTextChar"/>
    <w:uiPriority w:val="99"/>
    <w:semiHidden/>
    <w:unhideWhenUsed/>
    <w:rsid w:val="000E4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3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4D53"/>
    <w:pPr>
      <w:ind w:left="720"/>
      <w:contextualSpacing/>
    </w:pPr>
  </w:style>
  <w:style w:type="paragraph" w:customStyle="1" w:styleId="DeGbullets1">
    <w:name w:val="DeG bullets 1"/>
    <w:basedOn w:val="Normal"/>
    <w:link w:val="DeGbullets1Char"/>
    <w:qFormat/>
    <w:rsid w:val="004527D4"/>
    <w:pPr>
      <w:numPr>
        <w:numId w:val="1"/>
      </w:numPr>
      <w:spacing w:after="60" w:line="240" w:lineRule="auto"/>
      <w:jc w:val="both"/>
    </w:pPr>
  </w:style>
  <w:style w:type="paragraph" w:customStyle="1" w:styleId="DeGBullet2">
    <w:name w:val="DeG Bullet 2"/>
    <w:basedOn w:val="Normal"/>
    <w:link w:val="DeGBullet2Char"/>
    <w:qFormat/>
    <w:rsid w:val="00F4464C"/>
    <w:pPr>
      <w:numPr>
        <w:numId w:val="12"/>
      </w:numPr>
      <w:tabs>
        <w:tab w:val="num" w:pos="851"/>
      </w:tabs>
      <w:spacing w:after="60" w:line="240" w:lineRule="auto"/>
      <w:jc w:val="both"/>
    </w:pPr>
  </w:style>
  <w:style w:type="character" w:customStyle="1" w:styleId="Heading1Char">
    <w:name w:val="Heading 1 Char"/>
    <w:aliases w:val="Egov Heading 1. Char"/>
    <w:basedOn w:val="DefaultParagraphFont"/>
    <w:link w:val="Heading1"/>
    <w:uiPriority w:val="9"/>
    <w:rsid w:val="004527D4"/>
    <w:rPr>
      <w:rFonts w:ascii="Arial" w:hAnsi="Arial" w:cs="Times New Roman"/>
      <w:b/>
      <w:bCs/>
      <w:color w:val="0F243E" w:themeColor="text2" w:themeShade="80"/>
      <w:sz w:val="28"/>
      <w:szCs w:val="28"/>
      <w:lang w:bidi="en-US"/>
    </w:rPr>
  </w:style>
  <w:style w:type="table" w:styleId="TableGrid">
    <w:name w:val="Table Grid"/>
    <w:basedOn w:val="TableNormal"/>
    <w:rsid w:val="0029294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-Major">
    <w:name w:val="Title-Major"/>
    <w:basedOn w:val="Title"/>
    <w:rsid w:val="00D27F19"/>
    <w:pPr>
      <w:keepLines/>
      <w:pBdr>
        <w:bottom w:val="none" w:sz="0" w:space="0" w:color="auto"/>
      </w:pBdr>
      <w:spacing w:after="120"/>
      <w:ind w:left="2520" w:right="720"/>
      <w:contextualSpacing w:val="0"/>
    </w:pPr>
    <w:rPr>
      <w:rFonts w:ascii="Book Antiqua" w:hAnsi="Book Antiqua"/>
      <w:smallCaps/>
      <w:spacing w:val="0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324D53"/>
    <w:pPr>
      <w:pBdr>
        <w:bottom w:val="single" w:sz="4" w:space="1" w:color="auto"/>
      </w:pBdr>
      <w:spacing w:line="240" w:lineRule="auto"/>
      <w:contextualSpacing/>
    </w:pPr>
    <w:rPr>
      <w:rFonts w:ascii="Cambria" w:hAnsi="Cambria" w:cs="Times New Roman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24D53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Heading2Char">
    <w:name w:val="Heading 2 Char"/>
    <w:aliases w:val="Egov Heading 2 Char"/>
    <w:basedOn w:val="DefaultParagraphFont"/>
    <w:link w:val="Heading2"/>
    <w:uiPriority w:val="9"/>
    <w:rsid w:val="004527D4"/>
    <w:rPr>
      <w:rFonts w:ascii="Arial" w:hAnsi="Arial" w:cs="Times New Roman"/>
      <w:b/>
      <w:bCs/>
      <w:color w:val="0F243E" w:themeColor="text2" w:themeShade="80"/>
      <w:sz w:val="26"/>
      <w:szCs w:val="24"/>
      <w:u w:val="single"/>
      <w:lang w:bidi="en-US"/>
    </w:rPr>
  </w:style>
  <w:style w:type="character" w:customStyle="1" w:styleId="Heading3Char">
    <w:name w:val="Heading 3 Char"/>
    <w:aliases w:val="egov Heading 3 Char"/>
    <w:basedOn w:val="DefaultParagraphFont"/>
    <w:link w:val="Heading3"/>
    <w:uiPriority w:val="9"/>
    <w:rsid w:val="001251E0"/>
    <w:rPr>
      <w:b/>
      <w:bCs/>
      <w:sz w:val="22"/>
      <w:szCs w:val="22"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324D53"/>
    <w:rPr>
      <w:rFonts w:ascii="Cambria" w:hAnsi="Cambria" w:cs="Times New Roman"/>
      <w:b/>
      <w:bCs/>
      <w:i/>
      <w:iCs/>
      <w:sz w:val="22"/>
      <w:szCs w:val="22"/>
      <w:lang w:bidi="en-US"/>
    </w:rPr>
  </w:style>
  <w:style w:type="paragraph" w:styleId="BodyText">
    <w:name w:val="Body Text"/>
    <w:basedOn w:val="Normal"/>
    <w:link w:val="BodyTextChar"/>
    <w:rsid w:val="004E7D23"/>
    <w:pPr>
      <w:tabs>
        <w:tab w:val="left" w:pos="5020"/>
      </w:tabs>
      <w:spacing w:after="240" w:line="240" w:lineRule="auto"/>
      <w:jc w:val="both"/>
    </w:pPr>
    <w:rPr>
      <w:rFonts w:ascii="Arial" w:hAnsi="Arial" w:cs="Times New Roman"/>
      <w:iCs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4E7D23"/>
    <w:rPr>
      <w:rFonts w:ascii="Arial" w:eastAsia="Times New Roman" w:hAnsi="Arial" w:cs="Times New Roman"/>
      <w:iCs/>
      <w:sz w:val="20"/>
      <w:szCs w:val="24"/>
    </w:rPr>
  </w:style>
  <w:style w:type="character" w:customStyle="1" w:styleId="DeGbullets1Char">
    <w:name w:val="DeG bullets 1 Char"/>
    <w:basedOn w:val="DefaultParagraphFont"/>
    <w:link w:val="DeGbullets1"/>
    <w:rsid w:val="00F4464C"/>
    <w:rPr>
      <w:sz w:val="22"/>
      <w:szCs w:val="22"/>
      <w:lang w:bidi="en-US"/>
    </w:rPr>
  </w:style>
  <w:style w:type="paragraph" w:customStyle="1" w:styleId="Glossary">
    <w:name w:val="Glossary"/>
    <w:basedOn w:val="Heading1"/>
    <w:autoRedefine/>
    <w:rsid w:val="00E829ED"/>
    <w:pPr>
      <w:pageBreakBefore/>
      <w:numPr>
        <w:numId w:val="0"/>
      </w:numPr>
      <w:spacing w:before="0" w:after="240" w:line="240" w:lineRule="auto"/>
      <w:jc w:val="center"/>
    </w:pPr>
    <w:rPr>
      <w:rFonts w:ascii="Calibri" w:hAnsi="Calibri"/>
      <w:bCs w:val="0"/>
      <w:szCs w:val="24"/>
    </w:rPr>
  </w:style>
  <w:style w:type="paragraph" w:customStyle="1" w:styleId="TableHeader">
    <w:name w:val="Table Header"/>
    <w:basedOn w:val="Normal"/>
    <w:rsid w:val="00FF73F5"/>
    <w:pPr>
      <w:keepNext/>
      <w:spacing w:before="60" w:after="60" w:line="240" w:lineRule="auto"/>
      <w:jc w:val="center"/>
    </w:pPr>
    <w:rPr>
      <w:rFonts w:ascii="Arial" w:hAnsi="Arial" w:cs="Times New Roman"/>
      <w:b/>
      <w:sz w:val="20"/>
      <w:szCs w:val="24"/>
    </w:rPr>
  </w:style>
  <w:style w:type="paragraph" w:customStyle="1" w:styleId="TableText">
    <w:name w:val="Table Text"/>
    <w:basedOn w:val="Normal"/>
    <w:link w:val="TableTextChar"/>
    <w:rsid w:val="00FF73F5"/>
    <w:pPr>
      <w:spacing w:before="60" w:after="60" w:line="240" w:lineRule="auto"/>
      <w:jc w:val="both"/>
    </w:pPr>
    <w:rPr>
      <w:rFonts w:ascii="Arial" w:hAnsi="Arial" w:cs="Times New Roman"/>
      <w:sz w:val="20"/>
      <w:szCs w:val="24"/>
    </w:rPr>
  </w:style>
  <w:style w:type="character" w:customStyle="1" w:styleId="TableTextChar">
    <w:name w:val="Table Text Char"/>
    <w:basedOn w:val="DefaultParagraphFont"/>
    <w:link w:val="TableText"/>
    <w:rsid w:val="00FF73F5"/>
    <w:rPr>
      <w:rFonts w:ascii="Arial" w:eastAsia="Times New Roman" w:hAnsi="Arial" w:cs="Times New Roman"/>
      <w:sz w:val="20"/>
      <w:szCs w:val="24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F77E5C"/>
    <w:pPr>
      <w:tabs>
        <w:tab w:val="right" w:leader="dot" w:pos="8630"/>
      </w:tabs>
      <w:spacing w:after="0" w:line="240" w:lineRule="auto"/>
      <w:contextualSpacing/>
    </w:pPr>
    <w:rPr>
      <w:rFonts w:asciiTheme="minorHAnsi" w:hAnsiTheme="minorHAnsi" w:cs="Calibri"/>
      <w:bCs/>
    </w:rPr>
  </w:style>
  <w:style w:type="character" w:styleId="Hyperlink">
    <w:name w:val="Hyperlink"/>
    <w:basedOn w:val="DefaultParagraphFont"/>
    <w:uiPriority w:val="99"/>
    <w:unhideWhenUsed/>
    <w:rsid w:val="00FF73F5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FF73F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FF73F5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FF73F5"/>
    <w:pPr>
      <w:spacing w:after="100"/>
      <w:ind w:left="660"/>
    </w:pPr>
  </w:style>
  <w:style w:type="paragraph" w:customStyle="1" w:styleId="Default">
    <w:name w:val="Default"/>
    <w:autoRedefine/>
    <w:qFormat/>
    <w:rsid w:val="00C932BC"/>
    <w:pPr>
      <w:autoSpaceDE w:val="0"/>
      <w:autoSpaceDN w:val="0"/>
      <w:adjustRightInd w:val="0"/>
      <w:spacing w:after="200" w:line="276" w:lineRule="auto"/>
    </w:pPr>
    <w:rPr>
      <w:rFonts w:asciiTheme="minorHAnsi" w:hAnsiTheme="minorHAnsi" w:cstheme="minorHAnsi"/>
      <w:color w:val="000000"/>
      <w:sz w:val="24"/>
      <w:szCs w:val="24"/>
    </w:rPr>
  </w:style>
  <w:style w:type="character" w:styleId="Emphasis">
    <w:name w:val="Emphasis"/>
    <w:uiPriority w:val="20"/>
    <w:qFormat/>
    <w:rsid w:val="00324D53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customStyle="1" w:styleId="Heading5Char">
    <w:name w:val="Heading 5 Char"/>
    <w:basedOn w:val="DefaultParagraphFont"/>
    <w:link w:val="Heading5"/>
    <w:uiPriority w:val="9"/>
    <w:rsid w:val="00324D53"/>
    <w:rPr>
      <w:rFonts w:ascii="Cambria" w:hAnsi="Cambria" w:cs="Times New Roman"/>
      <w:b/>
      <w:bCs/>
      <w:color w:val="7F7F7F"/>
      <w:sz w:val="22"/>
      <w:szCs w:val="22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rsid w:val="00324D53"/>
    <w:rPr>
      <w:rFonts w:ascii="Cambria" w:hAnsi="Cambria" w:cs="Times New Roman"/>
      <w:b/>
      <w:bCs/>
      <w:i/>
      <w:iCs/>
      <w:color w:val="7F7F7F"/>
      <w:sz w:val="22"/>
      <w:szCs w:val="22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rsid w:val="00324D53"/>
    <w:rPr>
      <w:rFonts w:ascii="Cambria" w:hAnsi="Cambria" w:cs="Times New Roman"/>
      <w:i/>
      <w:iCs/>
      <w:sz w:val="22"/>
      <w:szCs w:val="22"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rsid w:val="00324D53"/>
    <w:rPr>
      <w:rFonts w:ascii="Cambria" w:hAnsi="Cambria" w:cs="Times New Roman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rsid w:val="00324D53"/>
    <w:rPr>
      <w:rFonts w:ascii="Cambria" w:hAnsi="Cambria" w:cs="Times New Roman"/>
      <w:i/>
      <w:iCs/>
      <w:spacing w:val="5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4D53"/>
    <w:pPr>
      <w:spacing w:after="600"/>
    </w:pPr>
    <w:rPr>
      <w:rFonts w:ascii="Cambria" w:hAnsi="Cambria" w:cs="Times New Roman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24D53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324D53"/>
    <w:rPr>
      <w:b/>
      <w:bCs/>
    </w:rPr>
  </w:style>
  <w:style w:type="paragraph" w:styleId="NoSpacing">
    <w:name w:val="No Spacing"/>
    <w:basedOn w:val="Normal"/>
    <w:uiPriority w:val="1"/>
    <w:qFormat/>
    <w:rsid w:val="00324D5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24D53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24D53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4D5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4D53"/>
    <w:rPr>
      <w:b/>
      <w:bCs/>
      <w:i/>
      <w:iCs/>
    </w:rPr>
  </w:style>
  <w:style w:type="character" w:styleId="SubtleEmphasis">
    <w:name w:val="Subtle Emphasis"/>
    <w:uiPriority w:val="19"/>
    <w:qFormat/>
    <w:rsid w:val="00324D53"/>
    <w:rPr>
      <w:i/>
      <w:iCs/>
    </w:rPr>
  </w:style>
  <w:style w:type="character" w:styleId="IntenseEmphasis">
    <w:name w:val="Intense Emphasis"/>
    <w:uiPriority w:val="21"/>
    <w:qFormat/>
    <w:rsid w:val="00324D53"/>
    <w:rPr>
      <w:b/>
      <w:bCs/>
    </w:rPr>
  </w:style>
  <w:style w:type="character" w:styleId="SubtleReference">
    <w:name w:val="Subtle Reference"/>
    <w:uiPriority w:val="31"/>
    <w:qFormat/>
    <w:rsid w:val="00324D53"/>
    <w:rPr>
      <w:smallCaps/>
    </w:rPr>
  </w:style>
  <w:style w:type="character" w:styleId="IntenseReference">
    <w:name w:val="Intense Reference"/>
    <w:uiPriority w:val="32"/>
    <w:qFormat/>
    <w:rsid w:val="00324D53"/>
    <w:rPr>
      <w:smallCaps/>
      <w:spacing w:val="5"/>
      <w:u w:val="single"/>
    </w:rPr>
  </w:style>
  <w:style w:type="character" w:styleId="BookTitle">
    <w:name w:val="Book Title"/>
    <w:uiPriority w:val="33"/>
    <w:qFormat/>
    <w:rsid w:val="00324D53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324D53"/>
    <w:pPr>
      <w:outlineLvl w:val="9"/>
    </w:pPr>
  </w:style>
  <w:style w:type="paragraph" w:customStyle="1" w:styleId="DeGBullet3">
    <w:name w:val="DeG Bullet 3"/>
    <w:basedOn w:val="Normal"/>
    <w:link w:val="DeGBullet3Char"/>
    <w:qFormat/>
    <w:rsid w:val="004527D4"/>
    <w:pPr>
      <w:numPr>
        <w:numId w:val="6"/>
      </w:numPr>
      <w:spacing w:after="60" w:line="240" w:lineRule="auto"/>
      <w:jc w:val="both"/>
    </w:pPr>
  </w:style>
  <w:style w:type="character" w:customStyle="1" w:styleId="DeGBullet2Char">
    <w:name w:val="DeG Bullet 2 Char"/>
    <w:basedOn w:val="DefaultParagraphFont"/>
    <w:link w:val="DeGBullet2"/>
    <w:rsid w:val="00F4464C"/>
    <w:rPr>
      <w:sz w:val="22"/>
      <w:szCs w:val="22"/>
      <w:lang w:bidi="en-US"/>
    </w:rPr>
  </w:style>
  <w:style w:type="character" w:customStyle="1" w:styleId="DeGBullet3Char">
    <w:name w:val="DeG Bullet 3 Char"/>
    <w:basedOn w:val="DefaultParagraphFont"/>
    <w:link w:val="DeGBullet3"/>
    <w:rsid w:val="00F4464C"/>
    <w:rPr>
      <w:sz w:val="22"/>
      <w:szCs w:val="22"/>
      <w:lang w:bidi="en-US"/>
    </w:rPr>
  </w:style>
  <w:style w:type="paragraph" w:customStyle="1" w:styleId="DeGNumberingLevel1">
    <w:name w:val="DeG Numbering Level 1"/>
    <w:basedOn w:val="Normal"/>
    <w:link w:val="DeGNumberingLevel1Char"/>
    <w:qFormat/>
    <w:rsid w:val="004527D4"/>
    <w:pPr>
      <w:numPr>
        <w:numId w:val="2"/>
      </w:numPr>
      <w:spacing w:after="60" w:line="240" w:lineRule="auto"/>
      <w:jc w:val="both"/>
    </w:pPr>
  </w:style>
  <w:style w:type="paragraph" w:customStyle="1" w:styleId="DeGNumberingLevel2">
    <w:name w:val="DeG Numbering Level 2"/>
    <w:basedOn w:val="Normal"/>
    <w:link w:val="DeGNumberingLevel2Char"/>
    <w:qFormat/>
    <w:rsid w:val="00AD51A6"/>
    <w:pPr>
      <w:numPr>
        <w:numId w:val="7"/>
      </w:numPr>
      <w:tabs>
        <w:tab w:val="num" w:pos="851"/>
      </w:tabs>
      <w:spacing w:after="60" w:line="240" w:lineRule="auto"/>
      <w:jc w:val="both"/>
    </w:pPr>
  </w:style>
  <w:style w:type="character" w:customStyle="1" w:styleId="DeGNumberingLevel1Char">
    <w:name w:val="DeG Numbering Level 1 Char"/>
    <w:basedOn w:val="DefaultParagraphFont"/>
    <w:link w:val="DeGNumberingLevel1"/>
    <w:rsid w:val="00AD51A6"/>
    <w:rPr>
      <w:sz w:val="22"/>
      <w:szCs w:val="22"/>
      <w:lang w:bidi="en-US"/>
    </w:rPr>
  </w:style>
  <w:style w:type="paragraph" w:customStyle="1" w:styleId="DeGNumberingLevel3">
    <w:name w:val="DeG Numbering Level 3"/>
    <w:basedOn w:val="Normal"/>
    <w:link w:val="DeGNumberingLevel3Char"/>
    <w:qFormat/>
    <w:rsid w:val="00AD51A6"/>
    <w:pPr>
      <w:numPr>
        <w:numId w:val="8"/>
      </w:numPr>
      <w:tabs>
        <w:tab w:val="num" w:pos="1134"/>
      </w:tabs>
      <w:spacing w:after="60" w:line="240" w:lineRule="auto"/>
      <w:jc w:val="both"/>
    </w:pPr>
  </w:style>
  <w:style w:type="character" w:customStyle="1" w:styleId="DeGNumberingLevel2Char">
    <w:name w:val="DeG Numbering Level 2 Char"/>
    <w:basedOn w:val="DefaultParagraphFont"/>
    <w:link w:val="DeGNumberingLevel2"/>
    <w:rsid w:val="00AD51A6"/>
    <w:rPr>
      <w:sz w:val="22"/>
      <w:szCs w:val="22"/>
      <w:lang w:bidi="en-US"/>
    </w:rPr>
  </w:style>
  <w:style w:type="character" w:customStyle="1" w:styleId="DeGNumberingLevel3Char">
    <w:name w:val="DeG Numbering Level 3 Char"/>
    <w:basedOn w:val="DefaultParagraphFont"/>
    <w:link w:val="DeGNumberingLevel3"/>
    <w:rsid w:val="00AD51A6"/>
    <w:rPr>
      <w:sz w:val="22"/>
      <w:szCs w:val="22"/>
      <w:lang w:bidi="en-US"/>
    </w:rPr>
  </w:style>
  <w:style w:type="character" w:customStyle="1" w:styleId="notbold2">
    <w:name w:val="not_bold2"/>
    <w:basedOn w:val="DefaultParagraphFont"/>
    <w:rsid w:val="00263E5A"/>
    <w:rPr>
      <w:rFonts w:ascii="Arial" w:hAnsi="Arial" w:cs="Arial" w:hint="default"/>
      <w:b w:val="0"/>
      <w:bCs w:val="0"/>
      <w:sz w:val="18"/>
      <w:szCs w:val="18"/>
    </w:rPr>
  </w:style>
  <w:style w:type="table" w:customStyle="1" w:styleId="TableGrid1">
    <w:name w:val="Table Grid1"/>
    <w:basedOn w:val="TableNormal"/>
    <w:next w:val="TableGrid"/>
    <w:rsid w:val="0035171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48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G%25SS\Standard%20template%20for%20DeG%20Documents%20(English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d67432ce-9b2e-419f-b3e8-c381ea12ef46">
      <Terms xmlns="http://schemas.microsoft.com/office/infopath/2007/PartnerControls"/>
    </lcf76f155ced4ddcb4097134ff3c332f>
    <TaxCatchAll xmlns="7c3ab5d2-39f0-444b-be54-c5226069749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60036F3418C44480A3B389F8969DC5" ma:contentTypeVersion="16" ma:contentTypeDescription="Create a new document." ma:contentTypeScope="" ma:versionID="0a2fe6f5c1a257e2948d3d9c474e3a2b">
  <xsd:schema xmlns:xsd="http://www.w3.org/2001/XMLSchema" xmlns:xs="http://www.w3.org/2001/XMLSchema" xmlns:p="http://schemas.microsoft.com/office/2006/metadata/properties" xmlns:ns2="7c3ab5d2-39f0-444b-be54-c52260697496" xmlns:ns3="d67432ce-9b2e-419f-b3e8-c381ea12ef46" targetNamespace="http://schemas.microsoft.com/office/2006/metadata/properties" ma:root="true" ma:fieldsID="838be7eb462d690375c252f498370018" ns2:_="" ns3:_="">
    <xsd:import namespace="7c3ab5d2-39f0-444b-be54-c52260697496"/>
    <xsd:import namespace="d67432ce-9b2e-419f-b3e8-c381ea12ef4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3ab5d2-39f0-444b-be54-c5226069749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3549237-372c-4f93-8758-cabc6467d2d9}" ma:internalName="TaxCatchAll" ma:showField="CatchAllData" ma:web="7c3ab5d2-39f0-444b-be54-c522606974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7432ce-9b2e-419f-b3e8-c381ea12e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BC778-4CEE-4011-8612-76DC5E7C1B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A59DF9-4990-48EE-94C2-80BC7928D13A}">
  <ds:schemaRefs>
    <ds:schemaRef ds:uri="http://schemas.microsoft.com/office/2006/metadata/properties"/>
    <ds:schemaRef ds:uri="d67432ce-9b2e-419f-b3e8-c381ea12ef46"/>
    <ds:schemaRef ds:uri="http://schemas.microsoft.com/office/infopath/2007/PartnerControls"/>
    <ds:schemaRef ds:uri="7c3ab5d2-39f0-444b-be54-c52260697496"/>
  </ds:schemaRefs>
</ds:datastoreItem>
</file>

<file path=customXml/itemProps3.xml><?xml version="1.0" encoding="utf-8"?>
<ds:datastoreItem xmlns:ds="http://schemas.openxmlformats.org/officeDocument/2006/customXml" ds:itemID="{A09912A7-C268-45BB-BC01-5BC33D6BFF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3ab5d2-39f0-444b-be54-c52260697496"/>
    <ds:schemaRef ds:uri="d67432ce-9b2e-419f-b3e8-c381ea12ef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131702-78D3-458C-A13E-363DA764B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Standard template for DeG Documents (English).dotx</Template>
  <TotalTime>141</TotalTime>
  <Pages>5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template</vt:lpstr>
    </vt:vector>
  </TitlesOfParts>
  <Company>DEG</Company>
  <LinksUpToDate>false</LinksUpToDate>
  <CharactersWithSpaces>1990</CharactersWithSpaces>
  <SharedDoc>false</SharedDoc>
  <HLinks>
    <vt:vector size="24" baseType="variant">
      <vt:variant>
        <vt:i4>1245245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_Toc266692061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_Toc266692060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_Toc266692059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_Toc266692058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template</dc:title>
  <dc:creator>c_jayanth.malipeddy@digitaldubai.ae</dc:creator>
  <cp:lastModifiedBy>Sanampreet Saggu</cp:lastModifiedBy>
  <cp:revision>16</cp:revision>
  <cp:lastPrinted>2018-12-04T03:46:00Z</cp:lastPrinted>
  <dcterms:created xsi:type="dcterms:W3CDTF">2022-06-10T03:53:00Z</dcterms:created>
  <dcterms:modified xsi:type="dcterms:W3CDTF">2022-06-14T07:29:00Z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0x0101000060036F3418C44480A3B389F8969DC5</vt:lpwstr>
  </property>
</Properties>
</file>